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C77" w:rsidRDefault="00E75F3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7698" behindDoc="0" locked="0" layoutInCell="1" allowOverlap="1">
                <wp:simplePos x="0" y="0"/>
                <wp:positionH relativeFrom="page">
                  <wp:posOffset>1485900</wp:posOffset>
                </wp:positionH>
                <wp:positionV relativeFrom="page">
                  <wp:posOffset>7914640</wp:posOffset>
                </wp:positionV>
                <wp:extent cx="4445000" cy="1869440"/>
                <wp:effectExtent l="0" t="0" r="0" b="10160"/>
                <wp:wrapThrough wrapText="bothSides">
                  <wp:wrapPolygon edited="0">
                    <wp:start x="123" y="0"/>
                    <wp:lineTo x="123" y="21424"/>
                    <wp:lineTo x="21353" y="21424"/>
                    <wp:lineTo x="21353" y="0"/>
                    <wp:lineTo x="123" y="0"/>
                  </wp:wrapPolygon>
                </wp:wrapThrough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5000" cy="1869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5F38" w:rsidRDefault="00E75F38" w:rsidP="00E75F3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Teachers, staff, students, and everybody else </w:t>
                            </w:r>
                            <w:proofErr w:type="gramStart"/>
                            <w:r>
                              <w:rPr>
                                <w:sz w:val="32"/>
                                <w:szCs w:val="32"/>
                              </w:rPr>
                              <w:t>Is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</w:rPr>
                              <w:t xml:space="preserve"> wearing this most comfortable clothing in town! This clothing is also at a very cheap price. It is a total steal! You can wear is to bed, you can wear it to school!</w:t>
                            </w:r>
                          </w:p>
                          <w:p w:rsidR="00E75F38" w:rsidRDefault="00E75F38" w:rsidP="00E75F3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So you better come quick, we are almost all gone!</w:t>
                            </w:r>
                          </w:p>
                          <w:p w:rsidR="00E75F38" w:rsidRPr="00E75F38" w:rsidRDefault="00E75F38" w:rsidP="00E75F3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3" o:spid="_x0000_s1026" type="#_x0000_t202" style="position:absolute;margin-left:117pt;margin-top:623.2pt;width:350pt;height:147.2pt;z-index:25167769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3&#10;YpuH0gIAABkGAAAOAAAAZHJzL2Uyb0RvYy54bWysVEtv2zAMvg/YfxB0T21nTtsYdQo3RYYBRVus&#10;HXpWZCkxptckJXE27L+Pku007XZYh11sivxEkR8fF5etFGjLrGu0KnF2kmLEFNV1o1Yl/vK4GJ1j&#10;5DxRNRFasRLvmcOXs/fvLnamYGO91qJmFoET5YqdKfHae1MkiaNrJok70YYpMHJtJfFwtKuktmQH&#10;3qVIxml6muy0rY3VlDkH2uvOiGfRP+eM+jvOHfNIlBhi8/Fr43cZvsnsghQrS8y6oX0Y5B+ikKRR&#10;8OjB1TXxBG1s85sr2VCrneb+hGqZaM4bymIOkE2WvsrmYU0Mi7kAOc4caHL/zy293d5b1NQlzj9g&#10;pIiEGj2y1qMr3SJQAT874wqAPRgA+hb0UOdB70AZ0m65leEPCSGwA9P7A7vBGwVlnueTNAUTBVt2&#10;fjrN88h/8nzdWOc/Mi1REEpsoXyRVbK9cR5CAegACa8pvWiEiCUU6oUCgJ2GxR7obpMCQgExIENQ&#10;sT4/5pOzcXU2mY5Oq0k2yrP0fFRV6Xh0vajSKs0X82l+9ROikCTLix10ioE+CxQBEwtBVn1Vgvnv&#10;yiIJfdHEWZbE9kFbAk0aqYXw4YGY7xByEsrQ0R0lvxcsJCLUZ8ahgJH1oIijw+bCdv4IpUz5wWtE&#10;BxQH4t5yscdH6iKlb7ncFQFuxJe18ofLslHaxhK/Crv+OoTMOzyQcZR3EH27bPv2XOp6D91pdTff&#10;ztBFAx10Q5y/JxYGGroOlpS/gw8Xeldi3UsYrbX9/id9wENBwYpRKHuJ3bcNsQwj8UnBBE6z0L/I&#10;x0MOTQQHe2xZHlvURs51LC+C6KIY8F4MIrdaPsEuq8KrYCKKwtsl9oM4993agl1IWVVFEOwQQ/yN&#10;ejA0dE6gN8zHY/tErOmHyEMH3ephlZDi1Sx12HBT6WrjNW/ioAWCO1Z74mH/xH7sd2VYcMfniHre&#10;6LNfAAAA//8DAFBLAwQUAAYACAAAACEAXV+6H+AAAAANAQAADwAAAGRycy9kb3ducmV2LnhtbEyP&#10;zU7DMBCE70i8g7VI3KhNCCWEOBUg4FQE/TlwdONtEhGvo9htwtuzcIHjzoxmvykWk+vEEYfQetJw&#10;OVMgkCpvW6o1bDfPFxmIEA1Z03lCDV8YYFGenhQmt36kFR7XsRZcQiE3GpoY+1zKUDXoTJj5Hom9&#10;vR+ciXwOtbSDGbncdTJRai6daYk/NKbHxwarz/XBacDl5Dav2c1TfHvYv6iP7H1c2lrr87Pp/g5E&#10;xCn+heEHn9GhZKadP5ANotOQXKW8JbKRpPMUBEduf6UdS9epykCWhfy/ovwGAAD//wMAUEsBAi0A&#10;FAAGAAgAAAAhAOSZw8D7AAAA4QEAABMAAAAAAAAAAAAAAAAAAAAAAFtDb250ZW50X1R5cGVzXS54&#10;bWxQSwECLQAUAAYACAAAACEAOP0h/9YAAACUAQAACwAAAAAAAAAAAAAAAAAsAQAAX3JlbHMvLnJl&#10;bHNQSwECLQAUAAYACAAAACEA92Kbh9ICAAAZBgAADgAAAAAAAAAAAAAAAAArAgAAZHJzL2Uyb0Rv&#10;Yy54bWxQSwECLQAUAAYACAAAACEAXV+6H+AAAAANAQAADwAAAAAAAAAAAAAAAAApBQAAZHJzL2Rv&#10;d25yZXYueG1sUEsFBgAAAAAEAAQA8wAAADYGAAAAAA==&#10;" mv:complextextbox="1" filled="f" stroked="f">
                <v:textbox>
                  <w:txbxContent>
                    <w:p w:rsidR="00E75F38" w:rsidRDefault="00E75F38" w:rsidP="00E75F3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Teachers, staff, students, and everybody else </w:t>
                      </w:r>
                      <w:proofErr w:type="gramStart"/>
                      <w:r>
                        <w:rPr>
                          <w:sz w:val="32"/>
                          <w:szCs w:val="32"/>
                        </w:rPr>
                        <w:t>Is</w:t>
                      </w:r>
                      <w:proofErr w:type="gramEnd"/>
                      <w:r>
                        <w:rPr>
                          <w:sz w:val="32"/>
                          <w:szCs w:val="32"/>
                        </w:rPr>
                        <w:t xml:space="preserve"> wearing this most comfortable clothing in town! This clothing is also at a very cheap price. It is a total steal! You can wear is to bed, you can wear it to school!</w:t>
                      </w:r>
                    </w:p>
                    <w:p w:rsidR="00E75F38" w:rsidRDefault="00E75F38" w:rsidP="00E75F3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So you better come quick, we are almost all gone!</w:t>
                      </w:r>
                    </w:p>
                    <w:p w:rsidR="00E75F38" w:rsidRPr="00E75F38" w:rsidRDefault="00E75F38" w:rsidP="00E75F38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BD52D1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3211C33" wp14:editId="5843BBAC">
                <wp:simplePos x="0" y="0"/>
                <wp:positionH relativeFrom="page">
                  <wp:posOffset>622935</wp:posOffset>
                </wp:positionH>
                <wp:positionV relativeFrom="page">
                  <wp:posOffset>5120640</wp:posOffset>
                </wp:positionV>
                <wp:extent cx="3200400" cy="948055"/>
                <wp:effectExtent l="0" t="0" r="0" b="17145"/>
                <wp:wrapNone/>
                <wp:docPr id="37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948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BD52D1" w:rsidRPr="00BD52D1" w:rsidRDefault="00BD52D1" w:rsidP="00DD1C77">
                            <w:pPr>
                              <w:pStyle w:val="Heading1"/>
                              <w:rPr>
                                <w:color w:val="000000" w:themeColor="text1"/>
                              </w:rPr>
                            </w:pPr>
                            <w:r w:rsidRPr="00BD52D1">
                              <w:rPr>
                                <w:color w:val="000000" w:themeColor="text1"/>
                              </w:rPr>
                              <w:t>Everybody is wearing it!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27" type="#_x0000_t202" style="position:absolute;margin-left:49.05pt;margin-top:403.2pt;width:252pt;height:74.65pt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s&#10;xHWU9AIAAFYGAAAOAAAAZHJzL2Uyb0RvYy54bWysVdtu2zAMfR+wfxD07vpSJbGNOkMSx8OA7gK0&#10;+wDFlmNhtuRJSp1u2L+PkpMsaTeg2JYHQ6KkQ/Ickrl5s+9a9MCU5lJkOLwKMGKilBUX2wx/vi+8&#10;GCNtqKhoKwXL8CPT+M389auboU9ZJBvZVkwhABE6HfoMN8b0qe/rsmEd1VeyZwIOa6k6amCrtn6l&#10;6ADoXetHQTD1B6mqXsmSaQ3WfDzEc4df16w0H+taM4PaDENsxn2V+27s15/f0HSraN/w8hAG/Yso&#10;OsoFOD1B5dRQtFP8GVTHSyW1rM1VKTtf1jUvmcsBsgmDJ9ncNbRnLhcgR/cnmvT/gy0/PHxSiFcZ&#10;vp5hJGgHGt2zvUFLuUeT0PIz9DqFa3c9XDR7sIPOLlfd38ryi0ZCrhoqtmyhlBwaRiuIz730z56O&#10;ONqCbIb3sgI/dGekA9rXqrPkAR0I0EGnx5M2NpYSjNegNgngqISzhMTBZGKD82l6fN0rbd4y2SG7&#10;yLAC7R06fbjVZrx6vGKdCVnwtnX6t+LCAJijBXzDU3tmo3Byfk+CZB2vY+KRaLr2SFBV3qJYEW9a&#10;hLNJfp2vVnn4w/oNSdrwqmLCujmWVkheJt2hyMeiOBWXli2vLJwNSavtZtUq9EChtAv3OxByds2/&#10;DMPxBbk8SSmMSLCMEq+YxjOP1GTiJbMg9oIwWSbTgCQkLy5TuuWC/XtKaAAlJ9FkLKY/5ha43/Pc&#10;aNpxA8Oj5V2G49MlmtoSXIvKSWsob8f1GRU2/N9TUSwW0RRU9PI4ASo2LPLiIiDeckEm4Wo2K8J8&#10;ZqnoLK99S0s2TrCipdsDIfboZSJ3tLyYZmHoO6nHWnUyQSkei9A1k+2fsZPMfrN3fXvq0Y2sHqG7&#10;lITihz6BoQyLRqpvGA0w4DKsv+6oYhi17wR0aBISYiei28BCnVs3RysVJUBk2GA0LldmnJ67XvFt&#10;Ax7GWSDkArq55q7RbNuP0QDLdgPDy/F9GLR2Op7v3a1ffwfznwAAAP//AwBQSwMEFAAGAAgAAAAh&#10;ANSsUiveAAAACgEAAA8AAABkcnMvZG93bnJldi54bWxMj0FOwzAQRfdI3MEaJHbUTkRDCHEqQKKr&#10;sqBwgGls4kBsR7bbJD09wwqWM//pz5t6M9uBnXSIvXcSspUApl3rVe86CR/vLzclsJjQKRy80xIW&#10;HWHTXF7UWCk/uTd92qeOUYmLFUowKY0V57E12mJc+VE7yj59sJhoDB1XAScqtwPPhSi4xd7RBYOj&#10;fja6/d4frQR7zs5hh2i/tkuO07iY7evuScrrq/nxAVjSc/qD4Vef1KEhp4M/OhXZIOG+zIiUUIri&#10;FhgBhchpc6Bkvb4D3tT8/wvNDwAAAP//AwBQSwECLQAUAAYACAAAACEA5JnDwPsAAADhAQAAEwAA&#10;AAAAAAAAAAAAAAAAAAAAW0NvbnRlbnRfVHlwZXNdLnhtbFBLAQItABQABgAIAAAAIQA4/SH/1gAA&#10;AJQBAAALAAAAAAAAAAAAAAAAACwBAABfcmVscy8ucmVsc1BLAQItABQABgAIAAAAIQAsxHWU9AIA&#10;AFYGAAAOAAAAAAAAAAAAAAAAACsCAABkcnMvZTJvRG9jLnhtbFBLAQItABQABgAIAAAAIQDUrFIr&#10;3gAAAAoBAAAPAAAAAAAAAAAAAAAAAEsFAABkcnMvZG93bnJldi54bWxQSwUGAAAAAAQABADzAAAA&#10;VgYAAAAA&#10;" filled="f" stroked="f">
                <v:textbox inset=",0,,0">
                  <w:txbxContent>
                    <w:p w:rsidR="00BD52D1" w:rsidRPr="00BD52D1" w:rsidRDefault="00BD52D1" w:rsidP="00DD1C77">
                      <w:pPr>
                        <w:pStyle w:val="Heading1"/>
                        <w:rPr>
                          <w:color w:val="000000" w:themeColor="text1"/>
                        </w:rPr>
                      </w:pPr>
                      <w:r w:rsidRPr="00BD52D1">
                        <w:rPr>
                          <w:color w:val="000000" w:themeColor="text1"/>
                        </w:rPr>
                        <w:t>Everybody is wearing it!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D1C77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983AC19" wp14:editId="0B6E032B">
                <wp:simplePos x="0" y="0"/>
                <wp:positionH relativeFrom="page">
                  <wp:posOffset>549910</wp:posOffset>
                </wp:positionH>
                <wp:positionV relativeFrom="page">
                  <wp:posOffset>5759450</wp:posOffset>
                </wp:positionV>
                <wp:extent cx="3200400" cy="1329690"/>
                <wp:effectExtent l="0" t="0" r="0" b="16510"/>
                <wp:wrapTight wrapText="bothSides">
                  <wp:wrapPolygon edited="0">
                    <wp:start x="171" y="0"/>
                    <wp:lineTo x="171" y="21456"/>
                    <wp:lineTo x="21257" y="21456"/>
                    <wp:lineTo x="21257" y="0"/>
                    <wp:lineTo x="171" y="0"/>
                  </wp:wrapPolygon>
                </wp:wrapTight>
                <wp:docPr id="4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329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BD52D1" w:rsidRPr="00BD52D1" w:rsidRDefault="00BD52D1" w:rsidP="00DD1C77">
                            <w:pPr>
                              <w:pStyle w:val="Heading2"/>
                              <w:rPr>
                                <w:sz w:val="52"/>
                                <w:szCs w:val="52"/>
                              </w:rPr>
                            </w:pPr>
                            <w:r w:rsidRPr="00BD52D1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>T</w:t>
                            </w:r>
                            <w:r w:rsidRPr="00BD52D1">
                              <w:rPr>
                                <w:color w:val="18495B" w:themeColor="text2" w:themeShade="40"/>
                                <w:sz w:val="52"/>
                                <w:szCs w:val="52"/>
                              </w:rPr>
                              <w:t>h</w:t>
                            </w:r>
                            <w:r w:rsidRPr="00BD52D1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>e</w:t>
                            </w:r>
                            <w:r w:rsidRPr="00BD52D1">
                              <w:rPr>
                                <w:color w:val="18495B" w:themeColor="text2" w:themeShade="40"/>
                                <w:sz w:val="52"/>
                                <w:szCs w:val="52"/>
                              </w:rPr>
                              <w:t xml:space="preserve"> c</w:t>
                            </w:r>
                            <w:r w:rsidRPr="00BD52D1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>l</w:t>
                            </w:r>
                            <w:r w:rsidRPr="00BD52D1">
                              <w:rPr>
                                <w:color w:val="18495B" w:themeColor="text2" w:themeShade="40"/>
                                <w:sz w:val="52"/>
                                <w:szCs w:val="52"/>
                              </w:rPr>
                              <w:t>o</w:t>
                            </w:r>
                            <w:r w:rsidRPr="00BD52D1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>t</w:t>
                            </w:r>
                            <w:r w:rsidRPr="00BD52D1">
                              <w:rPr>
                                <w:color w:val="18495B" w:themeColor="text2" w:themeShade="40"/>
                                <w:sz w:val="52"/>
                                <w:szCs w:val="52"/>
                              </w:rPr>
                              <w:t>h</w:t>
                            </w:r>
                            <w:r w:rsidRPr="00BD52D1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>i</w:t>
                            </w:r>
                            <w:r w:rsidRPr="00BD52D1">
                              <w:rPr>
                                <w:color w:val="18495B" w:themeColor="text2" w:themeShade="40"/>
                                <w:sz w:val="52"/>
                                <w:szCs w:val="52"/>
                              </w:rPr>
                              <w:t>n</w:t>
                            </w:r>
                            <w:r w:rsidRPr="00BD52D1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>g</w:t>
                            </w:r>
                            <w:r w:rsidRPr="00BD52D1">
                              <w:rPr>
                                <w:color w:val="18495B" w:themeColor="text2" w:themeShade="40"/>
                                <w:sz w:val="52"/>
                                <w:szCs w:val="52"/>
                              </w:rPr>
                              <w:t xml:space="preserve"> t</w:t>
                            </w:r>
                            <w:r w:rsidRPr="00BD52D1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>h</w:t>
                            </w:r>
                            <w:r w:rsidRPr="00BD52D1">
                              <w:rPr>
                                <w:color w:val="18495B" w:themeColor="text2" w:themeShade="40"/>
                                <w:sz w:val="52"/>
                                <w:szCs w:val="52"/>
                              </w:rPr>
                              <w:t>a</w:t>
                            </w:r>
                            <w:r w:rsidRPr="00BD52D1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>t</w:t>
                            </w:r>
                            <w:r w:rsidRPr="00BD52D1">
                              <w:rPr>
                                <w:color w:val="18495B" w:themeColor="text2" w:themeShade="40"/>
                                <w:sz w:val="52"/>
                                <w:szCs w:val="52"/>
                              </w:rPr>
                              <w:t xml:space="preserve"> w</w:t>
                            </w:r>
                            <w:r w:rsidRPr="00BD52D1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>i</w:t>
                            </w:r>
                            <w:r w:rsidRPr="00BD52D1">
                              <w:rPr>
                                <w:color w:val="18495B" w:themeColor="text2" w:themeShade="40"/>
                                <w:sz w:val="52"/>
                                <w:szCs w:val="52"/>
                              </w:rPr>
                              <w:t>l</w:t>
                            </w:r>
                            <w:r w:rsidRPr="00BD52D1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>l</w:t>
                            </w:r>
                            <w:r w:rsidRPr="00BD52D1">
                              <w:rPr>
                                <w:color w:val="18495B" w:themeColor="text2" w:themeShade="40"/>
                                <w:sz w:val="52"/>
                                <w:szCs w:val="52"/>
                              </w:rPr>
                              <w:t xml:space="preserve"> m</w:t>
                            </w:r>
                            <w:r w:rsidRPr="00BD52D1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>a</w:t>
                            </w:r>
                            <w:r w:rsidRPr="00BD52D1">
                              <w:rPr>
                                <w:color w:val="18495B" w:themeColor="text2" w:themeShade="40"/>
                                <w:sz w:val="52"/>
                                <w:szCs w:val="52"/>
                              </w:rPr>
                              <w:t>k</w:t>
                            </w:r>
                            <w:r w:rsidRPr="00BD52D1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>e</w:t>
                            </w:r>
                            <w:r w:rsidRPr="00BD52D1">
                              <w:rPr>
                                <w:color w:val="18495B" w:themeColor="text2" w:themeShade="40"/>
                                <w:sz w:val="52"/>
                                <w:szCs w:val="52"/>
                              </w:rPr>
                              <w:t xml:space="preserve"> y</w:t>
                            </w:r>
                            <w:r w:rsidRPr="00BD52D1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>o</w:t>
                            </w:r>
                            <w:r w:rsidRPr="00BD52D1">
                              <w:rPr>
                                <w:color w:val="18495B" w:themeColor="text2" w:themeShade="40"/>
                                <w:sz w:val="52"/>
                                <w:szCs w:val="52"/>
                              </w:rPr>
                              <w:t xml:space="preserve">u </w:t>
                            </w:r>
                            <w:proofErr w:type="gramStart"/>
                            <w:r w:rsidRPr="00BD52D1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>f</w:t>
                            </w:r>
                            <w:r w:rsidRPr="00BD52D1">
                              <w:rPr>
                                <w:color w:val="18495B" w:themeColor="text2" w:themeShade="40"/>
                                <w:sz w:val="52"/>
                                <w:szCs w:val="52"/>
                              </w:rPr>
                              <w:t>e</w:t>
                            </w:r>
                            <w:r w:rsidRPr="00BD52D1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>e</w:t>
                            </w:r>
                            <w:r w:rsidRPr="00BD52D1">
                              <w:rPr>
                                <w:color w:val="18495B" w:themeColor="text2" w:themeShade="40"/>
                                <w:sz w:val="52"/>
                                <w:szCs w:val="52"/>
                              </w:rPr>
                              <w:t>l</w:t>
                            </w:r>
                            <w:proofErr w:type="gramEnd"/>
                            <w:r w:rsidRPr="00BD52D1">
                              <w:rPr>
                                <w:color w:val="18495B" w:themeColor="text2" w:themeShade="40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BD52D1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>a</w:t>
                            </w:r>
                            <w:r w:rsidRPr="00BD52D1">
                              <w:rPr>
                                <w:color w:val="18495B" w:themeColor="text2" w:themeShade="40"/>
                                <w:sz w:val="52"/>
                                <w:szCs w:val="52"/>
                              </w:rPr>
                              <w:t xml:space="preserve">t </w:t>
                            </w:r>
                            <w:r w:rsidRPr="00BD52D1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>h</w:t>
                            </w:r>
                            <w:r w:rsidRPr="00BD52D1">
                              <w:rPr>
                                <w:color w:val="18495B" w:themeColor="text2" w:themeShade="40"/>
                                <w:sz w:val="52"/>
                                <w:szCs w:val="52"/>
                              </w:rPr>
                              <w:t>o</w:t>
                            </w:r>
                            <w:r w:rsidRPr="00BD52D1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>m</w:t>
                            </w:r>
                            <w:r w:rsidRPr="00BD52D1">
                              <w:rPr>
                                <w:color w:val="18495B" w:themeColor="text2" w:themeShade="40"/>
                                <w:sz w:val="52"/>
                                <w:szCs w:val="52"/>
                              </w:rPr>
                              <w:t>e</w:t>
                            </w:r>
                            <w:r w:rsidRPr="00BD52D1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>.</w:t>
                            </w:r>
                            <w:r w:rsidRPr="00BD52D1">
                              <w:rPr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43.3pt;margin-top:453.5pt;width:252pt;height:104.7pt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t&#10;dta7KgMAAP4GAAAOAAAAZHJzL2Uyb0RvYy54bWysVdtupDgQfR9p/8HyOwETd9OgkIiGMBopuztS&#10;Zj7ADaaxFmzWdkJnRvPvWzbpzm0eRrPhAfladapO1fHF1WEc0D3XRiiZY3IWYcRlo1oh9zn++qUO&#10;NhgZy2TLBiV5jh+4wVeXf3y4mKeMx6pXQ8s1AiPSZPOU497aKQtD0/R8ZOZMTVzCZqf0yCxM9T5s&#10;NZvB+jiEcRStw1npdtKq4cbAarVs4ktvv+t4Y//uOsMtGnIM2Kz/a//fuX94ecGyvWZTL5pHGOw3&#10;UIxMSHB6MlUxy9CdFm9MjaLRyqjOnjVqDFXXiYb7GCAaEr2K5rZnE/exQHLMdEqTeT+zzV/3nzUS&#10;bY4pwUiyETj6wg8WbdUBJS4982QyOHU7wTl7gGWg2YdqphvV/GOQVGXP5J4XWqu556wFeMTdDJ9d&#10;XewYZ2Q3/6lacMPurPKGDp0eXe4gGwisA00PJ2oclAYWz4FsGsFWA3vkPE7XqScvZNnx+qSN/cjV&#10;iNwgxxq49+bZ/Y2xDg7LjkecN6lqMQye/0G+WICDywo4h6tuz8HwdH5Po/R6c72hAY3X1wGN2jYo&#10;6pIG65okq+q8KsuK/HB+Cc160bZcOjfH0iL016h7LPKlKE7FZdQgWmfOQTJ6vysHje4ZlHbtP590&#10;2Hk6Fr6E4ZMAsbwKicQ02sZpUK83SUA7ugrSJNoEEUm36TqiKa3qlyHdCMn/f0hoznG6ildLNT2B&#10;fhVb5L+3sbFsFBbEYxBjjjenQyxzNXgtW0+tZWJYxs9S4eD/PBV1UcRrYDGoNimkYsfjYFNHNNgW&#10;dEXKJKlJlbhUjC6v08AavihYPbD9Y0Lc1q+RPLLmhZoREnqql1p9Q1O5SuIiWaXBuliRgBJgqCii&#10;OKjqIioiWpcp3Z6wzSBpEwii62Xo2XfFt5Tc0uK+NY659M3iu941+tLy9rA7eH2Jj2KyU+0DyIBW&#10;0KTQ0PB4wKBX+htGDnWOzb93THOMhk8SpCQllDrl9hMY6Oeru+Mqkw2YyLHFaBmWdlH5u0mLfQ8e&#10;FtGSqgDZ6YQXBKdPCxqIwE1AZH0sjw+CU/Hnc3/q6dm6/A8AAP//AwBQSwMEFAAGAAgAAAAhAHQt&#10;trLgAAAACwEAAA8AAABkcnMvZG93bnJldi54bWxMj01Lw0AQhu+C/2EZwZvdjWjaptmUIOQgKNQq&#10;PW+y0yS4H0l220Z/veNJjzPz8M7z5tvZGnbGKfTeSUgWAhi6xuvetRI+3qu7FbAQldPKeIcSvjDA&#10;tri+ylWm/cW94XkfW0YhLmRKQhfjkHEemg6tCgs/oKPb0U9WRRqnlutJXSjcGn4vRMqt6h196NSA&#10;Tx02n/uTlfC6q8fvZxGsKWNVLcvd+HI8jFLe3szlBljEOf7B8KtP6lCQU+1PTgdmJKzSlEgJa7Gk&#10;TgQ8rgVtaiKTJH0AXuT8f4fiBwAA//8DAFBLAQItABQABgAIAAAAIQDkmcPA+wAAAOEBAAATAAAA&#10;AAAAAAAAAAAAAAAAAABbQ29udGVudF9UeXBlc10ueG1sUEsBAi0AFAAGAAgAAAAhADj9If/WAAAA&#10;lAEAAAsAAAAAAAAAAAAAAAAALAEAAF9yZWxzLy5yZWxzUEsBAi0AFAAGAAgAAAAhAC121rsqAwAA&#10;/gYAAA4AAAAAAAAAAAAAAAAAKwIAAGRycy9lMm9Eb2MueG1sUEsBAi0AFAAGAAgAAAAhAHQttrLg&#10;AAAACwEAAA8AAAAAAAAAAAAAAAAAgQUAAGRycy9kb3ducmV2LnhtbFBLBQYAAAAABAAEAPMAAACO&#10;BgAAAAA=&#10;" mv:complextextbox="1" filled="f" stroked="f">
                <v:textbox inset=",0,,0">
                  <w:txbxContent>
                    <w:p w:rsidR="00BD52D1" w:rsidRPr="00BD52D1" w:rsidRDefault="00BD52D1" w:rsidP="00DD1C77">
                      <w:pPr>
                        <w:pStyle w:val="Heading2"/>
                        <w:rPr>
                          <w:sz w:val="52"/>
                          <w:szCs w:val="52"/>
                        </w:rPr>
                      </w:pPr>
                      <w:r w:rsidRPr="00BD52D1">
                        <w:rPr>
                          <w:color w:val="FFFFFF" w:themeColor="background1"/>
                          <w:sz w:val="52"/>
                          <w:szCs w:val="52"/>
                        </w:rPr>
                        <w:t>T</w:t>
                      </w:r>
                      <w:r w:rsidRPr="00BD52D1">
                        <w:rPr>
                          <w:color w:val="18495B" w:themeColor="text2" w:themeShade="40"/>
                          <w:sz w:val="52"/>
                          <w:szCs w:val="52"/>
                        </w:rPr>
                        <w:t>h</w:t>
                      </w:r>
                      <w:r w:rsidRPr="00BD52D1">
                        <w:rPr>
                          <w:color w:val="FFFFFF" w:themeColor="background1"/>
                          <w:sz w:val="52"/>
                          <w:szCs w:val="52"/>
                        </w:rPr>
                        <w:t>e</w:t>
                      </w:r>
                      <w:r w:rsidRPr="00BD52D1">
                        <w:rPr>
                          <w:color w:val="18495B" w:themeColor="text2" w:themeShade="40"/>
                          <w:sz w:val="52"/>
                          <w:szCs w:val="52"/>
                        </w:rPr>
                        <w:t xml:space="preserve"> c</w:t>
                      </w:r>
                      <w:r w:rsidRPr="00BD52D1">
                        <w:rPr>
                          <w:color w:val="FFFFFF" w:themeColor="background1"/>
                          <w:sz w:val="52"/>
                          <w:szCs w:val="52"/>
                        </w:rPr>
                        <w:t>l</w:t>
                      </w:r>
                      <w:r w:rsidRPr="00BD52D1">
                        <w:rPr>
                          <w:color w:val="18495B" w:themeColor="text2" w:themeShade="40"/>
                          <w:sz w:val="52"/>
                          <w:szCs w:val="52"/>
                        </w:rPr>
                        <w:t>o</w:t>
                      </w:r>
                      <w:r w:rsidRPr="00BD52D1">
                        <w:rPr>
                          <w:color w:val="FFFFFF" w:themeColor="background1"/>
                          <w:sz w:val="52"/>
                          <w:szCs w:val="52"/>
                        </w:rPr>
                        <w:t>t</w:t>
                      </w:r>
                      <w:r w:rsidRPr="00BD52D1">
                        <w:rPr>
                          <w:color w:val="18495B" w:themeColor="text2" w:themeShade="40"/>
                          <w:sz w:val="52"/>
                          <w:szCs w:val="52"/>
                        </w:rPr>
                        <w:t>h</w:t>
                      </w:r>
                      <w:r w:rsidRPr="00BD52D1">
                        <w:rPr>
                          <w:color w:val="FFFFFF" w:themeColor="background1"/>
                          <w:sz w:val="52"/>
                          <w:szCs w:val="52"/>
                        </w:rPr>
                        <w:t>i</w:t>
                      </w:r>
                      <w:r w:rsidRPr="00BD52D1">
                        <w:rPr>
                          <w:color w:val="18495B" w:themeColor="text2" w:themeShade="40"/>
                          <w:sz w:val="52"/>
                          <w:szCs w:val="52"/>
                        </w:rPr>
                        <w:t>n</w:t>
                      </w:r>
                      <w:r w:rsidRPr="00BD52D1">
                        <w:rPr>
                          <w:color w:val="FFFFFF" w:themeColor="background1"/>
                          <w:sz w:val="52"/>
                          <w:szCs w:val="52"/>
                        </w:rPr>
                        <w:t>g</w:t>
                      </w:r>
                      <w:r w:rsidRPr="00BD52D1">
                        <w:rPr>
                          <w:color w:val="18495B" w:themeColor="text2" w:themeShade="40"/>
                          <w:sz w:val="52"/>
                          <w:szCs w:val="52"/>
                        </w:rPr>
                        <w:t xml:space="preserve"> t</w:t>
                      </w:r>
                      <w:r w:rsidRPr="00BD52D1">
                        <w:rPr>
                          <w:color w:val="FFFFFF" w:themeColor="background1"/>
                          <w:sz w:val="52"/>
                          <w:szCs w:val="52"/>
                        </w:rPr>
                        <w:t>h</w:t>
                      </w:r>
                      <w:r w:rsidRPr="00BD52D1">
                        <w:rPr>
                          <w:color w:val="18495B" w:themeColor="text2" w:themeShade="40"/>
                          <w:sz w:val="52"/>
                          <w:szCs w:val="52"/>
                        </w:rPr>
                        <w:t>a</w:t>
                      </w:r>
                      <w:r w:rsidRPr="00BD52D1">
                        <w:rPr>
                          <w:color w:val="FFFFFF" w:themeColor="background1"/>
                          <w:sz w:val="52"/>
                          <w:szCs w:val="52"/>
                        </w:rPr>
                        <w:t>t</w:t>
                      </w:r>
                      <w:r w:rsidRPr="00BD52D1">
                        <w:rPr>
                          <w:color w:val="18495B" w:themeColor="text2" w:themeShade="40"/>
                          <w:sz w:val="52"/>
                          <w:szCs w:val="52"/>
                        </w:rPr>
                        <w:t xml:space="preserve"> w</w:t>
                      </w:r>
                      <w:r w:rsidRPr="00BD52D1">
                        <w:rPr>
                          <w:color w:val="FFFFFF" w:themeColor="background1"/>
                          <w:sz w:val="52"/>
                          <w:szCs w:val="52"/>
                        </w:rPr>
                        <w:t>i</w:t>
                      </w:r>
                      <w:r w:rsidRPr="00BD52D1">
                        <w:rPr>
                          <w:color w:val="18495B" w:themeColor="text2" w:themeShade="40"/>
                          <w:sz w:val="52"/>
                          <w:szCs w:val="52"/>
                        </w:rPr>
                        <w:t>l</w:t>
                      </w:r>
                      <w:r w:rsidRPr="00BD52D1">
                        <w:rPr>
                          <w:color w:val="FFFFFF" w:themeColor="background1"/>
                          <w:sz w:val="52"/>
                          <w:szCs w:val="52"/>
                        </w:rPr>
                        <w:t>l</w:t>
                      </w:r>
                      <w:r w:rsidRPr="00BD52D1">
                        <w:rPr>
                          <w:color w:val="18495B" w:themeColor="text2" w:themeShade="40"/>
                          <w:sz w:val="52"/>
                          <w:szCs w:val="52"/>
                        </w:rPr>
                        <w:t xml:space="preserve"> m</w:t>
                      </w:r>
                      <w:r w:rsidRPr="00BD52D1">
                        <w:rPr>
                          <w:color w:val="FFFFFF" w:themeColor="background1"/>
                          <w:sz w:val="52"/>
                          <w:szCs w:val="52"/>
                        </w:rPr>
                        <w:t>a</w:t>
                      </w:r>
                      <w:r w:rsidRPr="00BD52D1">
                        <w:rPr>
                          <w:color w:val="18495B" w:themeColor="text2" w:themeShade="40"/>
                          <w:sz w:val="52"/>
                          <w:szCs w:val="52"/>
                        </w:rPr>
                        <w:t>k</w:t>
                      </w:r>
                      <w:r w:rsidRPr="00BD52D1">
                        <w:rPr>
                          <w:color w:val="FFFFFF" w:themeColor="background1"/>
                          <w:sz w:val="52"/>
                          <w:szCs w:val="52"/>
                        </w:rPr>
                        <w:t>e</w:t>
                      </w:r>
                      <w:r w:rsidRPr="00BD52D1">
                        <w:rPr>
                          <w:color w:val="18495B" w:themeColor="text2" w:themeShade="40"/>
                          <w:sz w:val="52"/>
                          <w:szCs w:val="52"/>
                        </w:rPr>
                        <w:t xml:space="preserve"> y</w:t>
                      </w:r>
                      <w:r w:rsidRPr="00BD52D1">
                        <w:rPr>
                          <w:color w:val="FFFFFF" w:themeColor="background1"/>
                          <w:sz w:val="52"/>
                          <w:szCs w:val="52"/>
                        </w:rPr>
                        <w:t>o</w:t>
                      </w:r>
                      <w:r w:rsidRPr="00BD52D1">
                        <w:rPr>
                          <w:color w:val="18495B" w:themeColor="text2" w:themeShade="40"/>
                          <w:sz w:val="52"/>
                          <w:szCs w:val="52"/>
                        </w:rPr>
                        <w:t xml:space="preserve">u </w:t>
                      </w:r>
                      <w:proofErr w:type="gramStart"/>
                      <w:r w:rsidRPr="00BD52D1">
                        <w:rPr>
                          <w:color w:val="FFFFFF" w:themeColor="background1"/>
                          <w:sz w:val="52"/>
                          <w:szCs w:val="52"/>
                        </w:rPr>
                        <w:t>f</w:t>
                      </w:r>
                      <w:r w:rsidRPr="00BD52D1">
                        <w:rPr>
                          <w:color w:val="18495B" w:themeColor="text2" w:themeShade="40"/>
                          <w:sz w:val="52"/>
                          <w:szCs w:val="52"/>
                        </w:rPr>
                        <w:t>e</w:t>
                      </w:r>
                      <w:r w:rsidRPr="00BD52D1">
                        <w:rPr>
                          <w:color w:val="FFFFFF" w:themeColor="background1"/>
                          <w:sz w:val="52"/>
                          <w:szCs w:val="52"/>
                        </w:rPr>
                        <w:t>e</w:t>
                      </w:r>
                      <w:r w:rsidRPr="00BD52D1">
                        <w:rPr>
                          <w:color w:val="18495B" w:themeColor="text2" w:themeShade="40"/>
                          <w:sz w:val="52"/>
                          <w:szCs w:val="52"/>
                        </w:rPr>
                        <w:t>l</w:t>
                      </w:r>
                      <w:proofErr w:type="gramEnd"/>
                      <w:r w:rsidRPr="00BD52D1">
                        <w:rPr>
                          <w:color w:val="18495B" w:themeColor="text2" w:themeShade="40"/>
                          <w:sz w:val="52"/>
                          <w:szCs w:val="52"/>
                        </w:rPr>
                        <w:t xml:space="preserve"> </w:t>
                      </w:r>
                      <w:r w:rsidRPr="00BD52D1">
                        <w:rPr>
                          <w:color w:val="FFFFFF" w:themeColor="background1"/>
                          <w:sz w:val="52"/>
                          <w:szCs w:val="52"/>
                        </w:rPr>
                        <w:t>a</w:t>
                      </w:r>
                      <w:r w:rsidRPr="00BD52D1">
                        <w:rPr>
                          <w:color w:val="18495B" w:themeColor="text2" w:themeShade="40"/>
                          <w:sz w:val="52"/>
                          <w:szCs w:val="52"/>
                        </w:rPr>
                        <w:t xml:space="preserve">t </w:t>
                      </w:r>
                      <w:r w:rsidRPr="00BD52D1">
                        <w:rPr>
                          <w:color w:val="FFFFFF" w:themeColor="background1"/>
                          <w:sz w:val="52"/>
                          <w:szCs w:val="52"/>
                        </w:rPr>
                        <w:t>h</w:t>
                      </w:r>
                      <w:r w:rsidRPr="00BD52D1">
                        <w:rPr>
                          <w:color w:val="18495B" w:themeColor="text2" w:themeShade="40"/>
                          <w:sz w:val="52"/>
                          <w:szCs w:val="52"/>
                        </w:rPr>
                        <w:t>o</w:t>
                      </w:r>
                      <w:r w:rsidRPr="00BD52D1">
                        <w:rPr>
                          <w:color w:val="FFFFFF" w:themeColor="background1"/>
                          <w:sz w:val="52"/>
                          <w:szCs w:val="52"/>
                        </w:rPr>
                        <w:t>m</w:t>
                      </w:r>
                      <w:r w:rsidRPr="00BD52D1">
                        <w:rPr>
                          <w:color w:val="18495B" w:themeColor="text2" w:themeShade="40"/>
                          <w:sz w:val="52"/>
                          <w:szCs w:val="52"/>
                        </w:rPr>
                        <w:t>e</w:t>
                      </w:r>
                      <w:r w:rsidRPr="00BD52D1">
                        <w:rPr>
                          <w:color w:val="FFFFFF" w:themeColor="background1"/>
                          <w:sz w:val="52"/>
                          <w:szCs w:val="52"/>
                        </w:rPr>
                        <w:t>.</w:t>
                      </w:r>
                      <w:r w:rsidRPr="00BD52D1">
                        <w:rPr>
                          <w:sz w:val="52"/>
                          <w:szCs w:val="52"/>
                        </w:rPr>
                        <w:t xml:space="preserve"> 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DD1C77">
        <w:rPr>
          <w:noProof/>
        </w:rPr>
        <w:drawing>
          <wp:anchor distT="0" distB="0" distL="114300" distR="114300" simplePos="0" relativeHeight="251676674" behindDoc="0" locked="0" layoutInCell="1" allowOverlap="1" wp14:anchorId="167C320F" wp14:editId="35992E16">
            <wp:simplePos x="0" y="0"/>
            <wp:positionH relativeFrom="page">
              <wp:posOffset>3444240</wp:posOffset>
            </wp:positionH>
            <wp:positionV relativeFrom="page">
              <wp:posOffset>2483485</wp:posOffset>
            </wp:positionV>
            <wp:extent cx="3000375" cy="2273300"/>
            <wp:effectExtent l="127000" t="177800" r="149225" b="190500"/>
            <wp:wrapThrough wrapText="bothSides">
              <wp:wrapPolygon edited="0">
                <wp:start x="-507" y="13"/>
                <wp:lineTo x="-354" y="7767"/>
                <wp:lineTo x="-382" y="15550"/>
                <wp:lineTo x="-149" y="20132"/>
                <wp:lineTo x="10483" y="21606"/>
                <wp:lineTo x="19510" y="21634"/>
                <wp:lineTo x="19713" y="21845"/>
                <wp:lineTo x="21892" y="21499"/>
                <wp:lineTo x="21753" y="15931"/>
                <wp:lineTo x="21782" y="8148"/>
                <wp:lineTo x="21628" y="394"/>
                <wp:lineTo x="21432" y="-1763"/>
                <wp:lineTo x="12020" y="-1973"/>
                <wp:lineTo x="946" y="-217"/>
                <wp:lineTo x="-507" y="13"/>
              </wp:wrapPolygon>
            </wp:wrapThrough>
            <wp:docPr id="42" name="Picture 2" descr="Macintosh HD:Users:19lweiss:Desktop:6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19lweiss:Desktop:64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10909">
                      <a:off x="0" y="0"/>
                      <a:ext cx="3000375" cy="227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1C77">
        <w:rPr>
          <w:noProof/>
        </w:rPr>
        <w:drawing>
          <wp:anchor distT="0" distB="0" distL="118745" distR="118745" simplePos="0" relativeHeight="251675650" behindDoc="0" locked="0" layoutInCell="1" allowOverlap="1" wp14:anchorId="5089C427" wp14:editId="5036F4EB">
            <wp:simplePos x="0" y="0"/>
            <wp:positionH relativeFrom="page">
              <wp:posOffset>942340</wp:posOffset>
            </wp:positionH>
            <wp:positionV relativeFrom="page">
              <wp:posOffset>2120265</wp:posOffset>
            </wp:positionV>
            <wp:extent cx="2538095" cy="2550795"/>
            <wp:effectExtent l="254000" t="254000" r="230505" b="294005"/>
            <wp:wrapTight wrapText="bothSides">
              <wp:wrapPolygon edited="0">
                <wp:start x="21134" y="-1353"/>
                <wp:lineTo x="-1092" y="-2731"/>
                <wp:lineTo x="-1574" y="11041"/>
                <wp:lineTo x="-1343" y="21419"/>
                <wp:lineTo x="-1036" y="22954"/>
                <wp:lineTo x="1334" y="23147"/>
                <wp:lineTo x="1585" y="22736"/>
                <wp:lineTo x="14169" y="22682"/>
                <wp:lineTo x="14384" y="22699"/>
                <wp:lineTo x="22637" y="19919"/>
                <wp:lineTo x="22755" y="2664"/>
                <wp:lineTo x="22158" y="-622"/>
                <wp:lineTo x="22211" y="-1265"/>
                <wp:lineTo x="21134" y="-1353"/>
              </wp:wrapPolygon>
            </wp:wrapTight>
            <wp:docPr id="2" name="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2-1816238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319281">
                      <a:off x="0" y="0"/>
                      <a:ext cx="2538095" cy="255079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A604D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75EB2A9" wp14:editId="36F8EEB0">
                <wp:simplePos x="0" y="0"/>
                <wp:positionH relativeFrom="page">
                  <wp:posOffset>4104005</wp:posOffset>
                </wp:positionH>
                <wp:positionV relativeFrom="page">
                  <wp:posOffset>5260340</wp:posOffset>
                </wp:positionV>
                <wp:extent cx="3034030" cy="808355"/>
                <wp:effectExtent l="0" t="0" r="0" b="4445"/>
                <wp:wrapTight wrapText="bothSides">
                  <wp:wrapPolygon edited="0">
                    <wp:start x="181" y="0"/>
                    <wp:lineTo x="181" y="21040"/>
                    <wp:lineTo x="21157" y="21040"/>
                    <wp:lineTo x="21157" y="0"/>
                    <wp:lineTo x="181" y="0"/>
                  </wp:wrapPolygon>
                </wp:wrapTight>
                <wp:docPr id="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8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BD52D1" w:rsidRDefault="00BD52D1" w:rsidP="00DD1C77">
                            <w:pPr>
                              <w:pStyle w:val="ListBullet"/>
                            </w:pPr>
                            <w:r>
                              <w:t>T-Shirts- Only $5.99</w:t>
                            </w:r>
                          </w:p>
                          <w:p w:rsidR="00BD52D1" w:rsidRDefault="00BD52D1" w:rsidP="00DD1C77">
                            <w:pPr>
                              <w:pStyle w:val="ListBullet"/>
                            </w:pPr>
                            <w:r>
                              <w:t>Sweat shirts- only $9.99</w:t>
                            </w:r>
                          </w:p>
                          <w:p w:rsidR="00BD52D1" w:rsidRDefault="00BD52D1" w:rsidP="00DD1C77">
                            <w:pPr>
                              <w:pStyle w:val="ListBullet"/>
                            </w:pPr>
                            <w:r>
                              <w:t>Sweat pants-only $13.99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323.15pt;margin-top:414.2pt;width:238.9pt;height:63.65pt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l&#10;X0T9KAMAAP0GAAAOAAAAZHJzL2Uyb0RvYy54bWysVd1unDgUvq/Ud7B8TzCMmQEUUjEQqkrp7kpN&#10;H8ADZkALNms7YdKq777HZmY6SbpStS0XyD4+Pn/fOZ+v3x3GAT1ypXspMhxcEYy4qGXTi32GP99X&#10;XoyRNkw0bJCCZ/iJa/zu5u2b63lKeSg7OTRcITAidDpPGe6MmVLf13XHR6av5MQFHLZSjczAVu39&#10;RrEZrI+DHxKy9mepmknJmmsN0nI5xDfOftvy2vzZtpobNGQYYjPur9x/Z//+zTVL94pNXV8fw2D/&#10;I4qR9QKcnk2VzDD0oPpXpsa+VlLL1lzVcvRl2/Y1dzlANgF5kc2njk3c5QLF0dO5TPr3ma3/ePxL&#10;ob7J8CrBSLARMLrnB4O28oBiW5550ilofZpAzxxADDC7VPV0J+u/NRKy6JjY81wpOXecNRBeYG/6&#10;F1cXO9oa2c0fZQNu2IORztChVaOtHVQDgXWA6ekMjQ2lBuGKrChZwVENZzGJV1HkXLD0dHtS2rzn&#10;ckR2kWEF0Dvr7PFOGxsNS08q1pmQVT8MDv5BPBOA4iIB33DVntkoHJpfE5Lcxrcx9Wi4vvUoaRov&#10;rwrqratgE5WrsijK4Jv1G9C065uGC+vm1FkB/Tnkjj2+9MS5t7Qc+saasyFptd8Vg0KPDDq7ct+x&#10;IBdq/vMwXBEglxcpBSEl2zDxqnW88WhLIy/ZkNgjQbJN1oQmtKyep3TXC/7rKaE5w0kURksz/Wdu&#10;xH2vc2Pp2BvgjqEfbUfYzyqx1LbgrWjc2rB+WNYXpbDh/7gUVZ6Ha0DRK+MESrHjoRdXhHrbnEZB&#10;sdlUQbmxpRhtXaeB1XwhsGpg+2NB7NHPgTyy+hmZBYHvoF569RVMRbQJ802UeOs8CjwaAEJ5TkKv&#10;rHKSE1oVCd2eY5uB0SbgQzvKMLK/Nb6l5ZYJd6NxqqUbFjf0ds6XiTeH3WGhFwuOJYSdbJ6ABZSE&#10;IYV5hrcDFp1UXzCyUWdY//PAFMdo+CCASZKAUkvcbgMLdSndnaRM1GAiwwajZVmYheQfJtXvO/Cw&#10;cJaQObBO2ztC+B4NZGA3wLEul+N7YEn8cu+0vr9aN/8CAAD//wMAUEsDBBQABgAIAAAAIQAL8sl7&#10;4gAAAAwBAAAPAAAAZHJzL2Rvd25yZXYueG1sTI9NT4NAFEX3Jv6HyTNxZweQUkQeDTFhYaJJrcb1&#10;AK9AnA9gpi36652udPlyT+49L98uSrITzXYwGiFcBcBIN6YddIfw8V7dpcCsE7oV0mhC+CYL2+L6&#10;KhdZa876jU571zFfom0mEHrnxoxz2/SkhF2ZkbTPDmZWwvlz7ng7i7MvV5JHQZBwJQbtF3ox0lNP&#10;zdf+qBBed/X08xxYJUtXVZtyN70cPifE25ulfATmaHF/MFz0vToU3qk2R91aJhGSOLn3KEIapTGw&#10;CxFGcQisRnhYrzfAi5z/f6L4BQAA//8DAFBLAQItABQABgAIAAAAIQDkmcPA+wAAAOEBAAATAAAA&#10;AAAAAAAAAAAAAAAAAABbQ29udGVudF9UeXBlc10ueG1sUEsBAi0AFAAGAAgAAAAhADj9If/WAAAA&#10;lAEAAAsAAAAAAAAAAAAAAAAALAEAAF9yZWxzLy5yZWxzUEsBAi0AFAAGAAgAAAAhAKVfRP0oAwAA&#10;/QYAAA4AAAAAAAAAAAAAAAAAKwIAAGRycy9lMm9Eb2MueG1sUEsBAi0AFAAGAAgAAAAhAAvyyXvi&#10;AAAADAEAAA8AAAAAAAAAAAAAAAAAfwUAAGRycy9kb3ducmV2LnhtbFBLBQYAAAAABAAEAPMAAACO&#10;BgAAAAA=&#10;" mv:complextextbox="1" filled="f" stroked="f">
                <v:textbox inset=",0,,0">
                  <w:txbxContent>
                    <w:p w:rsidR="00BD52D1" w:rsidRDefault="00BD52D1" w:rsidP="00DD1C77">
                      <w:pPr>
                        <w:pStyle w:val="ListBullet"/>
                      </w:pPr>
                      <w:r>
                        <w:t>T-Shirts- Only $5.99</w:t>
                      </w:r>
                    </w:p>
                    <w:p w:rsidR="00BD52D1" w:rsidRDefault="00BD52D1" w:rsidP="00DD1C77">
                      <w:pPr>
                        <w:pStyle w:val="ListBullet"/>
                      </w:pPr>
                      <w:r>
                        <w:t>Sweat shirts- only $9.99</w:t>
                      </w:r>
                    </w:p>
                    <w:p w:rsidR="00BD52D1" w:rsidRDefault="00BD52D1" w:rsidP="00DD1C77">
                      <w:pPr>
                        <w:pStyle w:val="ListBullet"/>
                      </w:pPr>
                      <w:r>
                        <w:t>Sweat pants-only $13.99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BA604D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6E9A1FE" wp14:editId="4BF84EC3">
                <wp:simplePos x="0" y="0"/>
                <wp:positionH relativeFrom="page">
                  <wp:posOffset>622935</wp:posOffset>
                </wp:positionH>
                <wp:positionV relativeFrom="page">
                  <wp:posOffset>1423035</wp:posOffset>
                </wp:positionV>
                <wp:extent cx="6583680" cy="457200"/>
                <wp:effectExtent l="0" t="0" r="0" b="0"/>
                <wp:wrapTight wrapText="bothSides">
                  <wp:wrapPolygon edited="0">
                    <wp:start x="83" y="0"/>
                    <wp:lineTo x="83" y="20400"/>
                    <wp:lineTo x="21417" y="20400"/>
                    <wp:lineTo x="21417" y="0"/>
                    <wp:lineTo x="83" y="0"/>
                  </wp:wrapPolygon>
                </wp:wrapTight>
                <wp:docPr id="3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368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BD52D1" w:rsidRPr="005A1754" w:rsidRDefault="00BD52D1" w:rsidP="00DD1C77">
                            <w:pPr>
                              <w:pStyle w:val="Subtitle"/>
                            </w:pPr>
                            <w:r>
                              <w:t>Buy Blue Bell Bobcat clothing!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49.05pt;margin-top:112.05pt;width:518.4pt;height:36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W&#10;IufC9AIAAFUGAAAOAAAAZHJzL2Uyb0RvYy54bWysVclu2zAQvRfoPxC8K1pM25IQOfCmokC6AEk/&#10;gJYoi6hEqiQdOS367x1StmMnLRC01YEgh8NZ3psZXd/s2wY9MKW5FBkOrwKMmChkycU2w1/ucy/G&#10;SBsqStpIwTL8yDS+mb19c913KYtkLZuSKQRGhE77LsO1MV3q+7qoWUv1leyYgMtKqpYaOKqtXyra&#10;g/W28aMgmPi9VGWnZMG0BulquMQzZ7+qWGE+VZVmBjUZhtiMW5VbN3b1Z9c03Sra1bw4hEH/IoqW&#10;cgFOT6ZW1FC0U/yFqZYXSmpZmatCtr6sKl4wlwNkEwbPsrmracdcLgCO7k4w6f9ntvj48FkhXmZ4&#10;BEwJ2gJH92xv0ELu0cjC03c6Ba27DvTMHsRAs0tVd7ey+KqRkMuaii2bKyX7mtESwgvtS//s6WBH&#10;WyOb/oMswQ3dGekM7SvVWuwADQTWgabHEzU2lAKEk3E8msRwVcAdGU+Be+eCpsfXndLmHZMtspsM&#10;K6DeWacPt9rYaGh6VLHOhMx50zj6G3EhAMVBAr7hqb2zUTg2fyRBso7XMfFINFl7JChLb54viTfJ&#10;w+l4NVotl6vwp/UbkrTmZcmEdXOsrJC8jrlDjQ81caotLRteWnM2JK22m2Wj0AOFys7ddwDkTM2/&#10;DMOBALk8SymMSLCIEi+fxFOPVGTsJdMg9oIwWSSTgCRklV+mdMsF+/eUUJ/hZByNh2L6Y26B+17m&#10;RtOWG5gdDW8zHJ+UaGpLcC1KR62hvBn2Z1DY8H8PRT6fRxNg0VvFCUCxYZEX5wHxFnMyDpfTaR6u&#10;phaK1uLaNbRgwwDLG7o9AGKvXkdyS4uLYRaGvqN6qFVHE5TisQhdM9n+GTrJ7Dd717bEImMbbSPL&#10;R+guJaH4oU9gJsOmluo7Rj3MtwzrbzuqGEbNewEdmoSE2IHoDrBR59LNUUpFASYybDAatkszDM9d&#10;p/i2Bg/DLBByDt1ccddoT9EcZgDMLof3Yc7a4Xh+dlpPf4PZLwAAAP//AwBQSwMEFAAGAAgAAAAh&#10;AAhthd3eAAAACwEAAA8AAABkcnMvZG93bnJldi54bWxMj01OwzAQRvdI3MEaJHbUcaiqJsSpAImu&#10;yoLCAabxEAdiO7LdJunpcVd0Nz9P37ypNpPp2Yl86JyVIBYZMLKNU51tJXx9vj2sgYWIVmHvLEmY&#10;KcCmvr2psFRutB902seWpRAbSpSgYxxKzkOjyWBYuIFs2n07bzCm1rdceRxTuOl5nmUrbrCz6YLG&#10;gV41Nb/7o5FgzuLsd4jmZzvnOA6z3r7vXqS8v5uen4BFmuI/DBf9pA51cjq4o1WB9RKKtUikhDxf&#10;puICiMdlAeyQRsVKAK8rfv1D/QcAAP//AwBQSwECLQAUAAYACAAAACEA5JnDwPsAAADhAQAAEwAA&#10;AAAAAAAAAAAAAAAAAAAAW0NvbnRlbnRfVHlwZXNdLnhtbFBLAQItABQABgAIAAAAIQA4/SH/1gAA&#10;AJQBAAALAAAAAAAAAAAAAAAAACwBAABfcmVscy8ucmVsc1BLAQItABQABgAIAAAAIQCWIufC9AIA&#10;AFUGAAAOAAAAAAAAAAAAAAAAACsCAABkcnMvZTJvRG9jLnhtbFBLAQItABQABgAIAAAAIQAIbYXd&#10;3gAAAAsBAAAPAAAAAAAAAAAAAAAAAEsFAABkcnMvZG93bnJldi54bWxQSwUGAAAAAAQABADzAAAA&#10;VgYAAAAA&#10;" filled="f" stroked="f">
                <v:textbox inset=",0,,0">
                  <w:txbxContent>
                    <w:p w:rsidR="00BD52D1" w:rsidRPr="005A1754" w:rsidRDefault="00BD52D1" w:rsidP="00DD1C77">
                      <w:pPr>
                        <w:pStyle w:val="Subtitle"/>
                      </w:pPr>
                      <w:r>
                        <w:t>Buy Blue Bell Bobcat clothing!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BA604D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00A8D0C" wp14:editId="704279D1">
                <wp:simplePos x="0" y="0"/>
                <wp:positionH relativeFrom="page">
                  <wp:posOffset>622935</wp:posOffset>
                </wp:positionH>
                <wp:positionV relativeFrom="page">
                  <wp:posOffset>574040</wp:posOffset>
                </wp:positionV>
                <wp:extent cx="6583680" cy="843280"/>
                <wp:effectExtent l="0" t="0" r="0" b="20320"/>
                <wp:wrapTight wrapText="bothSides">
                  <wp:wrapPolygon edited="0">
                    <wp:start x="83" y="0"/>
                    <wp:lineTo x="83" y="21470"/>
                    <wp:lineTo x="21417" y="21470"/>
                    <wp:lineTo x="21417" y="0"/>
                    <wp:lineTo x="83" y="0"/>
                  </wp:wrapPolygon>
                </wp:wrapTight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3680" cy="843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BD52D1" w:rsidRPr="00DD1C77" w:rsidRDefault="00BD52D1" w:rsidP="00DD1C77">
                            <w:pPr>
                              <w:pStyle w:val="Title"/>
                              <w:rPr>
                                <w:color w:val="18495B" w:themeColor="text2" w:themeShade="40"/>
                              </w:rPr>
                            </w:pPr>
                            <w:r w:rsidRPr="00DD1C77">
                              <w:rPr>
                                <w:color w:val="18495B" w:themeColor="text2" w:themeShade="40"/>
                              </w:rPr>
                              <w:t>B</w:t>
                            </w:r>
                            <w:r w:rsidRPr="00DD1C77">
                              <w:t>l</w:t>
                            </w:r>
                            <w:r w:rsidRPr="00DD1C77">
                              <w:rPr>
                                <w:color w:val="18495B" w:themeColor="text2" w:themeShade="40"/>
                              </w:rPr>
                              <w:t>u</w:t>
                            </w:r>
                            <w:r w:rsidRPr="00DD1C77">
                              <w:t>e</w:t>
                            </w:r>
                            <w:r w:rsidRPr="00DD1C77">
                              <w:rPr>
                                <w:color w:val="18495B" w:themeColor="text2" w:themeShade="40"/>
                              </w:rPr>
                              <w:t xml:space="preserve"> B</w:t>
                            </w:r>
                            <w:r w:rsidRPr="00DD1C77">
                              <w:t>e</w:t>
                            </w:r>
                            <w:r w:rsidRPr="00DD1C77">
                              <w:rPr>
                                <w:color w:val="18495B" w:themeColor="text2" w:themeShade="40"/>
                              </w:rPr>
                              <w:t>l</w:t>
                            </w:r>
                            <w:r w:rsidRPr="00DD1C77">
                              <w:t>l</w:t>
                            </w:r>
                            <w:r w:rsidRPr="00DD1C77">
                              <w:rPr>
                                <w:color w:val="18495B" w:themeColor="text2" w:themeShade="40"/>
                              </w:rPr>
                              <w:t xml:space="preserve"> B</w:t>
                            </w:r>
                            <w:r w:rsidRPr="00DD1C77">
                              <w:t>o</w:t>
                            </w:r>
                            <w:r w:rsidRPr="00DD1C77">
                              <w:rPr>
                                <w:color w:val="18495B" w:themeColor="text2" w:themeShade="40"/>
                              </w:rPr>
                              <w:t>b</w:t>
                            </w:r>
                            <w:r w:rsidRPr="00DD1C77">
                              <w:t>c</w:t>
                            </w:r>
                            <w:r w:rsidRPr="00DD1C77">
                              <w:rPr>
                                <w:color w:val="18495B" w:themeColor="text2" w:themeShade="40"/>
                              </w:rPr>
                              <w:t>a</w:t>
                            </w:r>
                            <w:r w:rsidRPr="00DD1C77">
                              <w:t>t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49.05pt;margin-top:45.2pt;width:518.4pt;height:66.4pt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d&#10;Y3Hj8wIAAFUGAAAOAAAAZHJzL2Uyb0RvYy54bWysVW1vmzAQ/j5p/8Hyd8pLCQFUUiUhTJO6F6nd&#10;D3DABGtgM9sJ6ab9951NkibtJlXb+GDZ5/Nzd8+9cHO771q0o1IxwTPsX3kYUV6KivFNhr88FE6M&#10;kdKEV6QVnGb4kSp8O3v75mboUxqIRrQVlQhAuEqHPsON1n3quqpsaEfUlegph8tayI5oOMqNW0ky&#10;AHrXuoHnRe4gZNVLUVKlQJqPl3hm8eualvpTXSuqUZth8E3bVdp1bVZ3dkPSjSR9w8qDG+QvvOgI&#10;42D0BJUTTdBWshdQHSulUKLWV6XoXFHXrKQ2BojG955Fc9+QntpYgBzVn2hS/w+2/Lj7LBGrIHcR&#10;Rpx0kKMHutdoIfYoMPQMvUpB674HPb0HMajaUFV/J8qvCnGxbAjf0LmUYmgoqcA937x0z56OOMqA&#10;rIcPogIzZKuFBdrXsjPcARsI0CFNj6fUGFdKEEaT+DqK4aqEuzi8DmBvTJD0+LqXSr+jokNmk2EJ&#10;qbfoZHen9Kh6VDHGuChY24KcpC2/EADmKAHb8NTcGS9sNn8kXrKKV3HohEG0ckKvqpx5sQydqPCn&#10;k/w6Xy5z/6ex64dpw6qKcmPmWFl++LrMHWp8rIlTbSnRssrAGZeU3KyXrUQ7ApVd2O9AyJmae+mG&#10;5QtieRaSH4TeIkicIoqnTliHEyeZerHj+ckiibwwCfPiMqQ7xum/h4SGDCeTYDIW0x9j8+z3MjaS&#10;dkzD7GhZBxVxUiKpKcEVr2xqNWHtuD+jwrj/eyqK+TyIIItOHidAxZoGTlx4obOYhxN/OZ0Wfj41&#10;VHSG174lJR0HWNGSzYEQc/W6JHekvBhmvu/aVI+1atMEpXgsQttMpn/GTtL79d627cQwYxptLapH&#10;6C4poPihT2Amw6YR8jtGA8y3DKtvWyIpRu17Dh2a+GFoBqI9wEaeS9dHKeElQGRYYzRul3ocntte&#10;sk0DFsZZwMUcurlmttGevDnMAJhdlu/DnDXD8fxstZ7+BrNfAAAA//8DAFBLAwQUAAYACAAAACEA&#10;xeYbWN8AAAAKAQAADwAAAGRycy9kb3ducmV2LnhtbEyPwU7DMBBE70j8g7VI3KgTt0JtiFMBEj2V&#10;A4UP2MYmThuvI9ttkn497omeRqsZzbwt16Pt2Fn70DqSkM8yYJpqp1pqJPx8fzwtgYWIpLBzpCVM&#10;OsC6ur8rsVBuoC993sWGpRIKBUowMfYF56E22mKYuV5T8n6dtxjT6RuuPA6p3HZcZNkzt9hSWjDY&#10;63ej6+PuZCXYS37xW0R72EwCh34ym8/tm5SPD+PrC7Cox/gfhit+QocqMe3diVRgnYTVMk/JpNkC&#10;2NXP54sVsL0EIeYCeFXy2xeqPwAAAP//AwBQSwECLQAUAAYACAAAACEA5JnDwPsAAADhAQAAEwAA&#10;AAAAAAAAAAAAAAAAAAAAW0NvbnRlbnRfVHlwZXNdLnhtbFBLAQItABQABgAIAAAAIQA4/SH/1gAA&#10;AJQBAAALAAAAAAAAAAAAAAAAACwBAABfcmVscy8ucmVsc1BLAQItABQABgAIAAAAIQBdY3Hj8wIA&#10;AFUGAAAOAAAAAAAAAAAAAAAAACsCAABkcnMvZTJvRG9jLnhtbFBLAQItABQABgAIAAAAIQDF5htY&#10;3wAAAAoBAAAPAAAAAAAAAAAAAAAAAEoFAABkcnMvZG93bnJldi54bWxQSwUGAAAAAAQABADzAAAA&#10;VgYAAAAA&#10;" filled="f" stroked="f">
                <v:textbox inset=",0,,0">
                  <w:txbxContent>
                    <w:p w:rsidR="00BD52D1" w:rsidRPr="00DD1C77" w:rsidRDefault="00BD52D1" w:rsidP="00DD1C77">
                      <w:pPr>
                        <w:pStyle w:val="Title"/>
                        <w:rPr>
                          <w:color w:val="18495B" w:themeColor="text2" w:themeShade="40"/>
                        </w:rPr>
                      </w:pPr>
                      <w:r w:rsidRPr="00DD1C77">
                        <w:rPr>
                          <w:color w:val="18495B" w:themeColor="text2" w:themeShade="40"/>
                        </w:rPr>
                        <w:t>B</w:t>
                      </w:r>
                      <w:r w:rsidRPr="00DD1C77">
                        <w:t>l</w:t>
                      </w:r>
                      <w:r w:rsidRPr="00DD1C77">
                        <w:rPr>
                          <w:color w:val="18495B" w:themeColor="text2" w:themeShade="40"/>
                        </w:rPr>
                        <w:t>u</w:t>
                      </w:r>
                      <w:r w:rsidRPr="00DD1C77">
                        <w:t>e</w:t>
                      </w:r>
                      <w:r w:rsidRPr="00DD1C77">
                        <w:rPr>
                          <w:color w:val="18495B" w:themeColor="text2" w:themeShade="40"/>
                        </w:rPr>
                        <w:t xml:space="preserve"> B</w:t>
                      </w:r>
                      <w:r w:rsidRPr="00DD1C77">
                        <w:t>e</w:t>
                      </w:r>
                      <w:r w:rsidRPr="00DD1C77">
                        <w:rPr>
                          <w:color w:val="18495B" w:themeColor="text2" w:themeShade="40"/>
                        </w:rPr>
                        <w:t>l</w:t>
                      </w:r>
                      <w:r w:rsidRPr="00DD1C77">
                        <w:t>l</w:t>
                      </w:r>
                      <w:r w:rsidRPr="00DD1C77">
                        <w:rPr>
                          <w:color w:val="18495B" w:themeColor="text2" w:themeShade="40"/>
                        </w:rPr>
                        <w:t xml:space="preserve"> B</w:t>
                      </w:r>
                      <w:r w:rsidRPr="00DD1C77">
                        <w:t>o</w:t>
                      </w:r>
                      <w:r w:rsidRPr="00DD1C77">
                        <w:rPr>
                          <w:color w:val="18495B" w:themeColor="text2" w:themeShade="40"/>
                        </w:rPr>
                        <w:t>b</w:t>
                      </w:r>
                      <w:r w:rsidRPr="00DD1C77">
                        <w:t>c</w:t>
                      </w:r>
                      <w:r w:rsidRPr="00DD1C77">
                        <w:rPr>
                          <w:color w:val="18495B" w:themeColor="text2" w:themeShade="40"/>
                        </w:rPr>
                        <w:t>a</w:t>
                      </w:r>
                      <w:r w:rsidRPr="00DD1C77">
                        <w:t>t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</w:p>
    <w:sectPr w:rsidR="00DD1C77" w:rsidSect="00DD1C77">
      <w:headerReference w:type="default" r:id="rId10"/>
      <w:pgSz w:w="12240" w:h="15840"/>
      <w:pgMar w:top="432" w:right="432" w:bottom="432" w:left="432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F73" w:rsidRDefault="00E10F73">
      <w:r>
        <w:separator/>
      </w:r>
    </w:p>
  </w:endnote>
  <w:endnote w:type="continuationSeparator" w:id="0">
    <w:p w:rsidR="00E10F73" w:rsidRDefault="00E10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F73" w:rsidRDefault="00E10F73">
      <w:r>
        <w:separator/>
      </w:r>
    </w:p>
  </w:footnote>
  <w:footnote w:type="continuationSeparator" w:id="0">
    <w:p w:rsidR="00E10F73" w:rsidRDefault="00E10F7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2D1" w:rsidRDefault="00BD52D1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70B577CB" wp14:editId="5100B4FF">
              <wp:simplePos x="0" y="0"/>
              <wp:positionH relativeFrom="page">
                <wp:posOffset>274320</wp:posOffset>
              </wp:positionH>
              <wp:positionV relativeFrom="page">
                <wp:posOffset>274320</wp:posOffset>
              </wp:positionV>
              <wp:extent cx="7223760" cy="9509760"/>
              <wp:effectExtent l="0" t="0" r="0" b="7620"/>
              <wp:wrapTight wrapText="bothSides">
                <wp:wrapPolygon edited="0">
                  <wp:start x="-28" y="0"/>
                  <wp:lineTo x="-28" y="21555"/>
                  <wp:lineTo x="21600" y="21555"/>
                  <wp:lineTo x="21600" y="0"/>
                  <wp:lineTo x="-28" y="0"/>
                </wp:wrapPolygon>
              </wp:wrapTight>
              <wp:docPr id="3" name="Group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3760" cy="9509760"/>
                        <a:chOff x="432" y="432"/>
                        <a:chExt cx="11376" cy="14976"/>
                      </a:xfrm>
                    </wpg:grpSpPr>
                    <wps:wsp>
                      <wps:cNvPr id="4" name="Rectangle 1"/>
                      <wps:cNvSpPr>
                        <a:spLocks noChangeArrowheads="1"/>
                      </wps:cNvSpPr>
                      <wps:spPr bwMode="auto">
                        <a:xfrm>
                          <a:off x="432" y="432"/>
                          <a:ext cx="11376" cy="14976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2"/>
                      <wps:cNvSpPr>
                        <a:spLocks noChangeArrowheads="1"/>
                      </wps:cNvSpPr>
                      <wps:spPr bwMode="auto">
                        <a:xfrm>
                          <a:off x="432" y="11384"/>
                          <a:ext cx="11376" cy="10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Line 3"/>
                      <wps:cNvCnPr/>
                      <wps:spPr bwMode="auto">
                        <a:xfrm>
                          <a:off x="1521" y="12528"/>
                          <a:ext cx="0" cy="288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4"/>
                      <wps:cNvCnPr/>
                      <wps:spPr bwMode="auto">
                        <a:xfrm>
                          <a:off x="2668" y="12528"/>
                          <a:ext cx="0" cy="288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5"/>
                      <wps:cNvCnPr/>
                      <wps:spPr bwMode="auto">
                        <a:xfrm>
                          <a:off x="3816" y="12528"/>
                          <a:ext cx="0" cy="288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6"/>
                      <wps:cNvCnPr/>
                      <wps:spPr bwMode="auto">
                        <a:xfrm>
                          <a:off x="4963" y="12528"/>
                          <a:ext cx="0" cy="288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7"/>
                      <wps:cNvCnPr/>
                      <wps:spPr bwMode="auto">
                        <a:xfrm>
                          <a:off x="6111" y="12528"/>
                          <a:ext cx="0" cy="288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8"/>
                      <wps:cNvCnPr/>
                      <wps:spPr bwMode="auto">
                        <a:xfrm>
                          <a:off x="7258" y="12528"/>
                          <a:ext cx="0" cy="288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9"/>
                      <wps:cNvCnPr/>
                      <wps:spPr bwMode="auto">
                        <a:xfrm>
                          <a:off x="8406" y="12528"/>
                          <a:ext cx="0" cy="288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0"/>
                      <wps:cNvCnPr/>
                      <wps:spPr bwMode="auto">
                        <a:xfrm>
                          <a:off x="9553" y="12528"/>
                          <a:ext cx="0" cy="288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11"/>
                      <wps:cNvCnPr/>
                      <wps:spPr bwMode="auto">
                        <a:xfrm>
                          <a:off x="10701" y="12528"/>
                          <a:ext cx="0" cy="288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Rectangle 12"/>
                      <wps:cNvSpPr>
                        <a:spLocks noChangeArrowheads="1"/>
                      </wps:cNvSpPr>
                      <wps:spPr bwMode="auto">
                        <a:xfrm>
                          <a:off x="648" y="648"/>
                          <a:ext cx="10944" cy="1051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3" o:spid="_x0000_s1026" style="position:absolute;margin-left:21.6pt;margin-top:21.6pt;width:568.8pt;height:748.8pt;z-index:251670528;mso-position-horizontal-relative:page;mso-position-vertical-relative:page" coordorigin="432,432" coordsize="11376,1497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t&#10;wh5y4wQAAI4mAAAOAAAAZHJzL2Uyb0RvYy54bWzsWm1vqzYU/j5p/wHxPQ0mhgBqetWbNNWkbqt2&#10;tx/ggHnRwGY2adpN++87tgkX2nt721QXVRP5QPD78TnPecHH5x/uq9K6o0IWnK1sdObYFmUxTwqW&#10;rew/ft/OAtuSDWEJKTmjK/uBSvvDxY8/nB/qiLo852VChQWTMBkd6pWdN00dzecyzmlF5BmvKYPG&#10;lIuKNFAU2TwR5ACzV+XcdRx/fuAiqQWPqZRQuzGN9oWeP01p3PyappI2VrmygbZGP4V+7tRzfnFO&#10;okyQOi/ilgxyAhUVKRgs2k21IQ2x9qJ4MlVVxIJLnjZnMa/mPE2LmOo9wG6Q82g314Lva72XLDpk&#10;dccmYO0jPp08bfzL3a2wimRlL2yLkQpEpFe10ELx5lBnEXS5FvWn+laYDcLrDY//lNA8f9yuypnp&#10;bO0OP/ME5iP7hmve3KeiUlPArq17LYKHTgT0vrFiqFy67mLpg6RiaAs9J1QFLaQ4B0mqcXjh2ha0&#10;qv+25aodjRAMNmMRhqGqfU4is7AmtiVO7QwAJz/zVL6Np59yUlMtKqkY1vIUH3n6GwCRsKykFjJs&#10;1b2OPJWGoRbj6xx60Ush+CGnJAGidH8gvTdAFSSI45scfsKpI5ef5ROJaiGba8orS72sbAHEawGS&#10;uxvZGJYeuyh5Sl4WybYoS11QmkvXpbDuCOgciWPKGqSHl/sKEGHqfQd+RnxQrSSru+NjNUhN2wA1&#10;k5bhYJGSqaUYV4saekwN7A8oVG1qp1r//gmRi52Pbjjb+sFyhlPszcKlE8wcFH4MfQeHeLP9V9GH&#10;cJQXSULZTcHo0RYg/DJctFbJaLG2BtYBhBc6nqP3PiBfimzXcUjt2LBC7bnPyqpowDaWRbWyg64T&#10;iRQwrliiod+QojTv8yH9mmfAhOO/ZouGkUKOgf+OJw+AIsFBxqBxYMXhJefib9s6gEVc2fKvPRHU&#10;tsqfGCAxRBgrE6oL2Fu6UBD9ll2/hbAYplrZjW2Z13VjzO6+FkWWw0oGFIxfgn1IC40rhWxDFdDd&#10;auhIquo9VVVtXgaaBwL6zqoKmhlgoxdfUlYn0ErT2bRRdLVTShL1dbVT4f+Hroae602qqrX2nasq&#10;eHgTqWhD3cYp2j+u2a0Au/hiB4k8F+lYArmeGwzVro1B3OBbKleCu9DA+Yp77NwUqA97zisMPecu&#10;e+o1Uc8N9FXxaBSecZnKYW+IzI2flQ9ywxuzYQgyW2/yNc8CdLc+9al3dcKr4CrAM+z6VzPsJMns&#10;crvGM3+Llt5msVmvN2joXZXPfrt3feT/O99twhCwSC/yfSp2GNfNLAfY1Za+9TCvxa7r+/BtBXHw&#10;hF0Fhgm73/1rBuDWs7uesh4nYncRIDDiE3Ynu1uPFN6HA+zqg4ETsYtDH45KJuxO2B0LuwhC0Z7h&#10;Xb7B8PoITQHvFPCqk8+RDK/CWw+8+iPrRMu7dL0p4p3AOyZ4IdPQA2/4BssbYGcKeSfwjgneLqOn&#10;z8kgijj9gy30vCnondA7Jnq73KlBbz9v+tqjMuQsnSnsneA7Jny/kE9EYyYUfWxiZfUPdt9kxNUN&#10;C+SEGHRL3a9AjgfncOoQ/HhH4tX5xPeR3Hhlpvyd5jMGyf/BHYGt/rWS6nXrJf1fl/h4/0l/yMvo&#10;S08anO0FLXWrql/W2ZvP18gu/gMAAP//AwBQSwMEFAAGAAgAAAAhAKakJOjdAAAACwEAAA8AAABk&#10;cnMvZG93bnJldi54bWxMT01Lw0AQvQv+h2UEb3aTfkiJ2ZRS1FMRbAXxNk2mSWh2NmS3SfrvnYJg&#10;T/OG93gf6Wq0jeqp87VjA/EkAkWcu6Lm0sDX/u1pCcoH5AIbx2TgQh5W2f1diknhBv6kfhdKJSbs&#10;EzRQhdAmWvu8Iot+4lpi4Y6usxjk7UpddDiIuW30NIqetcWaJaHCljYV5afd2Rp4H3BYz+LXfns6&#10;bi4/+8XH9zYmYx4fxvULqEBj+BfDtb5Uh0w6HdyZC68aA/PZVJR/98rHy0i2HAQt5oJ0lurbDdkv&#10;AAAA//8DAFBLAQItABQABgAIAAAAIQDkmcPA+wAAAOEBAAATAAAAAAAAAAAAAAAAAAAAAABbQ29u&#10;dGVudF9UeXBlc10ueG1sUEsBAi0AFAAGAAgAAAAhADj9If/WAAAAlAEAAAsAAAAAAAAAAAAAAAAA&#10;LAEAAF9yZWxzLy5yZWxzUEsBAi0AFAAGAAgAAAAhAG3CHnLjBAAAjiYAAA4AAAAAAAAAAAAAAAAA&#10;KwIAAGRycy9lMm9Eb2MueG1sUEsBAi0AFAAGAAgAAAAhAKakJOjdAAAACwEAAA8AAAAAAAAAAAAA&#10;AAAAOgcAAGRycy9kb3ducmV2LnhtbFBLBQYAAAAABAAEAPMAAABECAAAAAA=&#10;">
              <v:rect id="Rectangle 1" o:spid="_x0000_s1027" style="position:absolute;left:432;top:432;width:11376;height:1497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Ax3V9h0gAAAI8BAAALAAAAX3JlbHMvLnJlbHOk&#10;kMFqwzAMhu+DvYPRvXHaQxmjTm+FXksHuwpbSUxjy1gmbd++pjBYRm876hf6PvHv9rcwqZmyeI4G&#10;1k0LiqJl5+Ng4Ot8WH2AkoLR4cSRDNxJYN+9v+1ONGGpRzL6JKpSohgYS0mfWosdKaA0nCjWTc85&#10;YKljHnRCe8GB9KZttzr/ZkC3YKqjM5CPbgPqfE/V/IcdvM0s3JfGctDc996+omrH13iiuVIwD1QM&#10;uCzPMNPc1OdAv/au/+mVERN9V/5C/Eyr9cesFzV2DwAAAP//AwBQSwMEFAAGAAgAAAAhADMvBZ5B&#10;AAAAOQAAABAAAABkcnMvc2hhcGV4bWwueG1ssrGvyM1RKEstKs7Mz7NVMtQzUFJIzUvOT8nMS7dV&#10;Cg1x07VQUiguScxLSczJz0u1VapMLVayt+PlAgAAAP//AwBQSwMEFAAGAAgAAAAhAGjlO1e9AAAA&#10;2gAAAA8AAABkcnMvZG93bnJldi54bWxEj8sKwjAQRfeC/xBGcKepoiLVKCoI4s5HweXQjG2xmZQm&#10;2vr3RhBcXu7jcJfr1pTiRbUrLCsYDSMQxKnVBWcKrpf9YA7CeWSNpWVS8CYH61W3s8RY24ZP9Dr7&#10;TIQRdjEqyL2vYildmpNBN7QVcfDutjbog6wzqWtswrgp5TiKZtJgwYGQY0W7nNLH+WkCFzcHvbvp&#10;46Vsps0sPSVb6ROl+r12swDhqfX/8K990Aom8L0SboBcfQAAAP//AwBQSwECLQAUAAYACAAAACEA&#10;Mjy9PvsAAADiAQAAEwAAAAAAAAAAAAAAAAAAAAAAW0NvbnRlbnRfVHlwZXNdLnhtbFBLAQItABQA&#10;BgAIAAAAIQAx3V9h0gAAAI8BAAALAAAAAAAAAAAAAAAAACwBAABfcmVscy8ucmVsc1BLAQItABQA&#10;BgAIAAAAIQAzLwWeQQAAADkAAAAQAAAAAAAAAAAAAAAAACcCAABkcnMvc2hhcGV4bWwueG1sUEsB&#10;Ai0AFAAGAAgAAAAhAGjlO1e9AAAA2gAAAA8AAAAAAAAAAAAAAAAAlgIAAGRycy9kb3ducmV2Lnht&#10;bFBLBQYAAAAABAAEAPUAAACAAwAAAAA=&#10;" fillcolor="#9ebbd4 [1940]" stroked="f" strokeweight="1.5pt"/>
              <v:rect id="Rectangle 2" o:spid="_x0000_s1028" style="position:absolute;left:432;top:11384;width:11376;height:10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Ax3V9h0gAAAI8BAAALAAAAX3JlbHMvLnJlbHOk&#10;kMFqwzAMhu+DvYPRvXHaQxmjTm+FXksHuwpbSUxjy1gmbd++pjBYRm876hf6PvHv9rcwqZmyeI4G&#10;1k0LiqJl5+Ng4Ot8WH2AkoLR4cSRDNxJYN+9v+1ONGGpRzL6JKpSohgYS0mfWosdKaA0nCjWTc85&#10;YKljHnRCe8GB9KZttzr/ZkC3YKqjM5CPbgPqfE/V/IcdvM0s3JfGctDc996+omrH13iiuVIwD1QM&#10;uCzPMNPc1OdAv/au/+mVERN9V/5C/Eyr9cesFzV2DwAAAP//AwBQSwMEFAAGAAgAAAAhADMvBZ5B&#10;AAAAOQAAABAAAABkcnMvc2hhcGV4bWwueG1ssrGvyM1RKEstKs7Mz7NVMtQzUFJIzUvOT8nMS7dV&#10;Cg1x07VQUiguScxLSczJz0u1VapMLVayt+PlAgAAAP//AwBQSwMEFAAGAAgAAAAhAKZSGn/EAAAA&#10;2gAAAA8AAABkcnMvZG93bnJldi54bWxEj9FqwkAURN8L/YflFvqmG1uUNrpKGhT7IIhpP+CSvWbT&#10;Zu/G7KrRr3cLQh+HmTnDzBa9bcSJOl87VjAaJiCIS6drrhR8f60GbyB8QNbYOCYFF/KwmD8+zDDV&#10;7sw7OhWhEhHCPkUFJoQ2ldKXhiz6oWuJo7d3ncUQZVdJ3eE5wm0jX5JkIi3WHBcMtpQbKn+Lo1Xw&#10;ftj8ZJuP9faYXLavZrScYH5FpZ6f+mwKIlAf/sP39qdWMIa/K/EGyPkNAAD//wMAUEsBAi0AFAAG&#10;AAgAAAAhADI8vT77AAAA4gEAABMAAAAAAAAAAAAAAAAAAAAAAFtDb250ZW50X1R5cGVzXS54bWxQ&#10;SwECLQAUAAYACAAAACEAMd1fYdIAAACPAQAACwAAAAAAAAAAAAAAAAAsAQAAX3JlbHMvLnJlbHNQ&#10;SwECLQAUAAYACAAAACEAMy8FnkEAAAA5AAAAEAAAAAAAAAAAAAAAAAAnAgAAZHJzL3NoYXBleG1s&#10;LnhtbFBLAQItABQABgAIAAAAIQCmUhp/xAAAANoAAAAPAAAAAAAAAAAAAAAAAJYCAABkcnMvZG93&#10;bnJldi54bWxQSwUGAAAAAAQABAD1AAAAhwMAAAAA&#10;" fillcolor="#bed1e2 [1300]" stroked="f"/>
              <v:line id="Line 3" o:spid="_x0000_s1029" style="position:absolute;visibility:visible;mso-wrap-style:square" from="1521,12528" to="1521,1540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WBTNY1AAAAJcBAAALAAAAX3JlbHMvLnJl&#10;bHOkkD1rAzEMhvdC/4PR3vMlQyklvmyFrCGFrsbWfZCzZCRzTf59TKGlV7J1lF70PC/a7S9pNguK&#10;TkwONk0LBilwnGhw8H56e3oBo8VT9DMTOriiwr57fNgdcfalHuk4ZTWVQupgLCW/WqthxOS14YxU&#10;k54l+VJHGWz24ewHtNu2fbbymwHdimkO0YEc4hbM6Zqr+Q87TUFYuS9N4GS576dwj2ojf9IRl0rx&#10;MmBxEEW/loJLU8uBve/d/NMbmAhDYfmojpX8J6n27wZ29c7uBgAA//8DAFBLAwQUAAYACAAAACEA&#10;My8FnkEAAAA5AAAAFAAAAGRycy9jb25uZWN0b3J4bWwueG1ssrGvyM1RKEstKs7Mz7NVMtQzUFJI&#10;zUvOT8nMS7dVCg1x07VQUiguScxLSczJz0u1VapMLVayt+PlAgAAAP//AwBQSwMEFAAGAAgAAAAh&#10;AJFtAQ3CAAAA2gAAAA8AAABkcnMvZG93bnJldi54bWxEj92KwjAUhO8F3yEcwTtNV9CVrqmIIFWp&#10;F/48wKE5259tTkoTtb69WVjYy2FmvmFW69404kGdqywr+JhGIIhzqysuFNyuu8kShPPIGhvLpOBF&#10;DtbJcLDCWNsnn+lx8YUIEHYxKii9b2MpXV6SQTe1LXHwvm1n0AfZFVJ3+Axw08hZFC2kwYrDQokt&#10;bUvKfy53o+A0T4+fh5Q328xkdd2k7pqdnFLjUb/5AuGp9//hv/ZeK1jA75VwA2TyBgAA//8DAFBL&#10;AQItABQABgAIAAAAIQAypgsz/gAAAOoBAAATAAAAAAAAAAAAAAAAAAAAAABbQ29udGVudF9UeXBl&#10;c10ueG1sUEsBAi0AFAAGAAgAAAAhAJYFM1jUAAAAlwEAAAsAAAAAAAAAAAAAAAAALwEAAF9yZWxz&#10;Ly5yZWxzUEsBAi0AFAAGAAgAAAAhADMvBZ5BAAAAOQAAABQAAAAAAAAAAAAAAAAALAIAAGRycy9j&#10;b25uZWN0b3J4bWwueG1sUEsBAi0AFAAGAAgAAAAhAJFtAQ3CAAAA2gAAAA8AAAAAAAAAAAAAAAAA&#10;nwIAAGRycy9kb3ducmV2LnhtbFBLBQYAAAAABAAEAPkAAACOAwAAAAA=&#10;" strokecolor="white [3212]" strokeweight="1.5pt">
                <v:stroke dashstyle="1 1"/>
              </v:line>
              <v:line id="Line 4" o:spid="_x0000_s1030" style="position:absolute;visibility:visible;mso-wrap-style:square" from="2668,12528" to="2668,1540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WBTNY1AAAAJcBAAALAAAAX3JlbHMvLnJl&#10;bHOkkD1rAzEMhvdC/4PR3vMlQyklvmyFrCGFrsbWfZCzZCRzTf59TKGlV7J1lF70PC/a7S9pNguK&#10;TkwONk0LBilwnGhw8H56e3oBo8VT9DMTOriiwr57fNgdcfalHuk4ZTWVQupgLCW/WqthxOS14YxU&#10;k54l+VJHGWz24ewHtNu2fbbymwHdimkO0YEc4hbM6Zqr+Q87TUFYuS9N4GS576dwj2ojf9IRl0rx&#10;MmBxEEW/loJLU8uBve/d/NMbmAhDYfmojpX8J6n27wZ29c7uBgAA//8DAFBLAwQUAAYACAAAACEA&#10;My8FnkEAAAA5AAAAFAAAAGRycy9jb25uZWN0b3J4bWwueG1ssrGvyM1RKEstKs7Mz7NVMtQzUFJI&#10;zUvOT8nMS7dVCg1x07VQUiguScxLSczJz0u1VapMLVayt+PlAgAAAP//AwBQSwMEFAAGAAgAAAAh&#10;AP4hpJbBAAAA2gAAAA8AAABkcnMvZG93bnJldi54bWxEj92KwjAUhO8F3yEcwTtNFVylGkUE6Sr1&#10;wp8HODTHttqclCar9e3NguDlMDPfMItVayrxoMaVlhWMhhEI4szqknMFl/N2MAPhPLLGyjIpeJGD&#10;1bLbWWCs7ZOP9Dj5XAQIuxgVFN7XsZQuK8igG9qaOHhX2xj0QTa51A0+A9xUchxFP9JgyWGhwJo2&#10;BWX3059RcJgk++ku4fUmNentViXunB6cUv1eu56D8NT6b/jT/tUKpvB/JdwAuXwDAAD//wMAUEsB&#10;Ai0AFAAGAAgAAAAhADKmCzP+AAAA6gEAABMAAAAAAAAAAAAAAAAAAAAAAFtDb250ZW50X1R5cGVz&#10;XS54bWxQSwECLQAUAAYACAAAACEAlgUzWNQAAACXAQAACwAAAAAAAAAAAAAAAAAvAQAAX3JlbHMv&#10;LnJlbHNQSwECLQAUAAYACAAAACEAMy8FnkEAAAA5AAAAFAAAAAAAAAAAAAAAAAAsAgAAZHJzL2Nv&#10;bm5lY3RvcnhtbC54bWxQSwECLQAUAAYACAAAACEA/iGklsEAAADaAAAADwAAAAAAAAAAAAAAAACf&#10;AgAAZHJzL2Rvd25yZXYueG1sUEsFBgAAAAAEAAQA+QAAAI0DAAAAAA==&#10;" strokecolor="white [3212]" strokeweight="1.5pt">
                <v:stroke dashstyle="1 1"/>
              </v:line>
              <v:line id="Line 5" o:spid="_x0000_s1031" style="position:absolute;visibility:visible;mso-wrap-style:square" from="3816,12528" to="3816,1540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WBTNY1AAAAJcBAAALAAAAX3JlbHMvLnJl&#10;bHOkkD1rAzEMhvdC/4PR3vMlQyklvmyFrCGFrsbWfZCzZCRzTf59TKGlV7J1lF70PC/a7S9pNguK&#10;TkwONk0LBilwnGhw8H56e3oBo8VT9DMTOriiwr57fNgdcfalHuk4ZTWVQupgLCW/WqthxOS14YxU&#10;k54l+VJHGWz24ewHtNu2fbbymwHdimkO0YEc4hbM6Zqr+Q87TUFYuS9N4GS576dwj2ojf9IRl0rx&#10;MmBxEEW/loJLU8uBve/d/NMbmAhDYfmojpX8J6n27wZ29c7uBgAA//8DAFBLAwQUAAYACAAAACEA&#10;My8FnkEAAAA5AAAAFAAAAGRycy9jb25uZWN0b3J4bWwueG1ssrGvyM1RKEstKs7Mz7NVMtQzUFJI&#10;zUvOT8nMS7dVCg1x07VQUiguScxLSczJz0u1VapMLVayt+PlAgAAAP//AwBQSwMEFAAGAAgAAAAh&#10;AI++MOS9AAAA2gAAAA8AAABkcnMvZG93bnJldi54bWxET8uqwjAQ3Qv+QxjBnaYKPqhGEUGql7rw&#10;8QFDM7bVZlKaqPXvbxaCy8N5L9etqcSLGldaVjAaRiCIM6tLzhVcL7vBHITzyBory6TgQw7Wq25n&#10;ibG2bz7R6+xzEULYxaig8L6OpXRZQQbd0NbEgbvZxqAPsMmlbvAdwk0lx1E0lQZLDg0F1rQtKHuc&#10;n0bBcZL8zQ4Jb7apSe/3KnGX9OiU6vfazQKEp9b/xF/3XisIW8OVcAPk6h8AAP//AwBQSwECLQAU&#10;AAYACAAAACEAMqYLM/4AAADqAQAAEwAAAAAAAAAAAAAAAAAAAAAAW0NvbnRlbnRfVHlwZXNdLnht&#10;bFBLAQItABQABgAIAAAAIQCWBTNY1AAAAJcBAAALAAAAAAAAAAAAAAAAAC8BAABfcmVscy8ucmVs&#10;c1BLAQItABQABgAIAAAAIQAzLwWeQQAAADkAAAAUAAAAAAAAAAAAAAAAACwCAABkcnMvY29ubmVj&#10;dG9yeG1sLnhtbFBLAQItABQABgAIAAAAIQCPvjDkvQAAANoAAAAPAAAAAAAAAAAAAAAAAJ8CAABk&#10;cnMvZG93bnJldi54bWxQSwUGAAAAAAQABAD5AAAAiQMAAAAA&#10;" strokecolor="white [3212]" strokeweight="1.5pt">
                <v:stroke dashstyle="1 1"/>
              </v:line>
              <v:line id="Line 6" o:spid="_x0000_s1032" style="position:absolute;visibility:visible;mso-wrap-style:square" from="4963,12528" to="4963,1540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WBTNY1AAAAJcBAAALAAAAX3JlbHMvLnJl&#10;bHOkkD1rAzEMhvdC/4PR3vMlQyklvmyFrCGFrsbWfZCzZCRzTf59TKGlV7J1lF70PC/a7S9pNguK&#10;TkwONk0LBilwnGhw8H56e3oBo8VT9DMTOriiwr57fNgdcfalHuk4ZTWVQupgLCW/WqthxOS14YxU&#10;k54l+VJHGWz24ewHtNu2fbbymwHdimkO0YEc4hbM6Zqr+Q87TUFYuS9N4GS576dwj2ojf9IRl0rx&#10;MmBxEEW/loJLU8uBve/d/NMbmAhDYfmojpX8J6n27wZ29c7uBgAA//8DAFBLAwQUAAYACAAAACEA&#10;My8FnkEAAAA5AAAAFAAAAGRycy9jb25uZWN0b3J4bWwueG1ssrGvyM1RKEstKs7Mz7NVMtQzUFJI&#10;zUvOT8nMS7dVCg1x07VQUiguScxLSczJz0u1VapMLVayt+PlAgAAAP//AwBQSwMEFAAGAAgAAAAh&#10;AODylX/EAAAA2gAAAA8AAABkcnMvZG93bnJldi54bWxEj9FqwkAURN8L/YflFvrWbCq0anQVESRt&#10;iQ8mfsAle01id++G7FbTv+8WBB+HmTnDLNejNeJCg+8cK3hNUhDEtdMdNwqO1e5lBsIHZI3GMSn4&#10;JQ/r1ePDEjPtrnygSxkaESHsM1TQhtBnUvq6JYs+cT1x9E5usBiiHBqpB7xGuDVykqbv0mLHcaHF&#10;nrYt1d/lj1Wwf8u/pp85b7aFLc5nk/uq2Hulnp/GzQJEoDHcw7f2h1Ywh/8r8QbI1R8AAAD//wMA&#10;UEsBAi0AFAAGAAgAAAAhADKmCzP+AAAA6gEAABMAAAAAAAAAAAAAAAAAAAAAAFtDb250ZW50X1R5&#10;cGVzXS54bWxQSwECLQAUAAYACAAAACEAlgUzWNQAAACXAQAACwAAAAAAAAAAAAAAAAAvAQAAX3Jl&#10;bHMvLnJlbHNQSwECLQAUAAYACAAAACEAMy8FnkEAAAA5AAAAFAAAAAAAAAAAAAAAAAAsAgAAZHJz&#10;L2Nvbm5lY3RvcnhtbC54bWxQSwECLQAUAAYACAAAACEA4PKVf8QAAADaAAAADwAAAAAAAAAAAAAA&#10;AACfAgAAZHJzL2Rvd25yZXYueG1sUEsFBgAAAAAEAAQA+QAAAJADAAAAAA==&#10;" strokecolor="white [3212]" strokeweight="1.5pt">
                <v:stroke dashstyle="1 1"/>
              </v:line>
              <v:line id="Line 7" o:spid="_x0000_s1033" style="position:absolute;visibility:visible;mso-wrap-style:square" from="6111,12528" to="6111,1540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WBTNY1AAAAJcBAAALAAAAX3JlbHMvLnJl&#10;bHOkkD1rAzEMhvdC/4PR3vMlQyklvmyFrCGFrsbWfZCzZCRzTf59TKGlV7J1lF70PC/a7S9pNguK&#10;TkwONk0LBilwnGhw8H56e3oBo8VT9DMTOriiwr57fNgdcfalHuk4ZTWVQupgLCW/WqthxOS14YxU&#10;k54l+VJHGWz24ewHtNu2fbbymwHdimkO0YEc4hbM6Zqr+Q87TUFYuS9N4GS576dwj2ojf9IRl0rx&#10;MmBxEEW/loJLU8uBve/d/NMbmAhDYfmojpX8J6n27wZ29c7uBgAA//8DAFBLAwQUAAYACAAAACEA&#10;My8FnkEAAAA5AAAAFAAAAGRycy9jb25uZWN0b3J4bWwueG1ssrGvyM1RKEstKs7Mz7NVMtQzUFJI&#10;zUvOT8nMS7dVCg1x07VQUiguScxLSczJz0u1VapMLVayt+PlAgAAAP//AwBQSwMEFAAGAAgAAAAh&#10;AFQ8TXjDAAAA2wAAAA8AAABkcnMvZG93bnJldi54bWxEj0FrwkAQhe9C/8MyBW+6saCW1FVEKNES&#10;D2p/wJCdJtHsbMiuGv995yB4m+G9ee+bxap3jbpRF2rPBibjBBRx4W3NpYHf0/foE1SIyBYbz2Tg&#10;QQFWy7fBAlPr73yg2zGWSkI4pGigirFNtQ5FRQ7D2LfEov35zmGUtSu17fAu4a7RH0ky0w5rloYK&#10;W9pUVFyOV2dgP81+5ruM15vc5edzk4VTvg/GDN/79ReoSH18mZ/XWyv4Qi+/yAB6+Q8AAP//AwBQ&#10;SwECLQAUAAYACAAAACEAMqYLM/4AAADqAQAAEwAAAAAAAAAAAAAAAAAAAAAAW0NvbnRlbnRfVHlw&#10;ZXNdLnhtbFBLAQItABQABgAIAAAAIQCWBTNY1AAAAJcBAAALAAAAAAAAAAAAAAAAAC8BAABfcmVs&#10;cy8ucmVsc1BLAQItABQABgAIAAAAIQAzLwWeQQAAADkAAAAUAAAAAAAAAAAAAAAAACwCAABkcnMv&#10;Y29ubmVjdG9yeG1sLnhtbFBLAQItABQABgAIAAAAIQBUPE14wwAAANsAAAAPAAAAAAAAAAAAAAAA&#10;AJ8CAABkcnMvZG93bnJldi54bWxQSwUGAAAAAAQABAD5AAAAjwMAAAAA&#10;" strokecolor="white [3212]" strokeweight="1.5pt">
                <v:stroke dashstyle="1 1"/>
              </v:line>
              <v:line id="Line 8" o:spid="_x0000_s1034" style="position:absolute;visibility:visible;mso-wrap-style:square" from="7258,12528" to="7258,1540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WBTNY1AAAAJcBAAALAAAAX3JlbHMvLnJl&#10;bHOkkD1rAzEMhvdC/4PR3vMlQyklvmyFrCGFrsbWfZCzZCRzTf59TKGlV7J1lF70PC/a7S9pNguK&#10;TkwONk0LBilwnGhw8H56e3oBo8VT9DMTOriiwr57fNgdcfalHuk4ZTWVQupgLCW/WqthxOS14YxU&#10;k54l+VJHGWz24ewHtNu2fbbymwHdimkO0YEc4hbM6Zqr+Q87TUFYuS9N4GS576dwj2ojf9IRl0rx&#10;MmBxEEW/loJLU8uBve/d/NMbmAhDYfmojpX8J6n27wZ29c7uBgAA//8DAFBLAwQUAAYACAAAACEA&#10;My8FnkEAAAA5AAAAFAAAAGRycy9jb25uZWN0b3J4bWwueG1ssrGvyM1RKEstKs7Mz7NVMtQzUFJI&#10;zUvOT8nMS7dVCg1x07VQUiguScxLSczJz0u1VapMLVayt+PlAgAAAP//AwBQSwMEFAAGAAgAAAAh&#10;ADtw6OO/AAAA2wAAAA8AAABkcnMvZG93bnJldi54bWxET8uqwjAQ3V/wH8II7q6pgl6pRhFBqlIX&#10;Pj5gaMa22kxKE7X+vRGEu5vDec5s0ZpKPKhxpWUFg34EgjizuuRcwfm0/p2AcB5ZY2WZFLzIwWLe&#10;+ZlhrO2TD/Q4+lyEEHYxKii8r2MpXVaQQde3NXHgLrYx6ANscqkbfIZwU8lhFI2lwZJDQ4E1rQrK&#10;bse7UbAfJbu/bcLLVWrS67VK3CndO6V63XY5BeGp9f/ir3ujw/wBfH4JB8j5GwAA//8DAFBLAQIt&#10;ABQABgAIAAAAIQAypgsz/gAAAOoBAAATAAAAAAAAAAAAAAAAAAAAAABbQ29udGVudF9UeXBlc10u&#10;eG1sUEsBAi0AFAAGAAgAAAAhAJYFM1jUAAAAlwEAAAsAAAAAAAAAAAAAAAAALwEAAF9yZWxzLy5y&#10;ZWxzUEsBAi0AFAAGAAgAAAAhADMvBZ5BAAAAOQAAABQAAAAAAAAAAAAAAAAALAIAAGRycy9jb25u&#10;ZWN0b3J4bWwueG1sUEsBAi0AFAAGAAgAAAAhADtw6OO/AAAA2wAAAA8AAAAAAAAAAAAAAAAAnwIA&#10;AGRycy9kb3ducmV2LnhtbFBLBQYAAAAABAAEAPkAAACLAwAAAAA=&#10;" strokecolor="white [3212]" strokeweight="1.5pt">
                <v:stroke dashstyle="1 1"/>
              </v:line>
              <v:line id="Line 9" o:spid="_x0000_s1035" style="position:absolute;visibility:visible;mso-wrap-style:square" from="8406,12528" to="8406,1540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WBTNY1AAAAJcBAAALAAAAX3JlbHMvLnJl&#10;bHOkkD1rAzEMhvdC/4PR3vMlQyklvmyFrCGFrsbWfZCzZCRzTf59TKGlV7J1lF70PC/a7S9pNguK&#10;TkwONk0LBilwnGhw8H56e3oBo8VT9DMTOriiwr57fNgdcfalHuk4ZTWVQupgLCW/WqthxOS14YxU&#10;k54l+VJHGWz24ewHtNu2fbbymwHdimkO0YEc4hbM6Zqr+Q87TUFYuS9N4GS576dwj2ojf9IRl0rx&#10;MmBxEEW/loJLU8uBve/d/NMbmAhDYfmojpX8J6n27wZ29c7uBgAA//8DAFBLAwQUAAYACAAAACEA&#10;My8FnkEAAAA5AAAAFAAAAGRycy9jb25uZWN0b3J4bWwueG1ssrGvyM1RKEstKs7Mz7NVMtQzUFJI&#10;zUvOT8nMS7dVCg1x07VQUiguScxLSczJz0u1VapMLVayt+PlAgAAAP//AwBQSwMEFAAGAAgAAAAh&#10;AMuidpS/AAAA2wAAAA8AAABkcnMvZG93bnJldi54bWxET8uqwjAQ3V/wH8II7q6pgl6pRhFBqlIX&#10;Pj5gaMa22kxKE7X+vRGEu5vDec5s0ZpKPKhxpWUFg34EgjizuuRcwfm0/p2AcB5ZY2WZFLzIwWLe&#10;+ZlhrO2TD/Q4+lyEEHYxKii8r2MpXVaQQde3NXHgLrYx6ANscqkbfIZwU8lhFI2lwZJDQ4E1rQrK&#10;bse7UbAfJbu/bcLLVWrS67VK3CndO6V63XY5BeGp9f/ir3ujw/whfH4JB8j5GwAA//8DAFBLAQIt&#10;ABQABgAIAAAAIQAypgsz/gAAAOoBAAATAAAAAAAAAAAAAAAAAAAAAABbQ29udGVudF9UeXBlc10u&#10;eG1sUEsBAi0AFAAGAAgAAAAhAJYFM1jUAAAAlwEAAAsAAAAAAAAAAAAAAAAALwEAAF9yZWxzLy5y&#10;ZWxzUEsBAi0AFAAGAAgAAAAhADMvBZ5BAAAAOQAAABQAAAAAAAAAAAAAAAAALAIAAGRycy9jb25u&#10;ZWN0b3J4bWwueG1sUEsBAi0AFAAGAAgAAAAhAMuidpS/AAAA2wAAAA8AAAAAAAAAAAAAAAAAnwIA&#10;AGRycy9kb3ducmV2LnhtbFBLBQYAAAAABAAEAPkAAACLAwAAAAA=&#10;" strokecolor="white [3212]" strokeweight="1.5pt">
                <v:stroke dashstyle="1 1"/>
              </v:line>
              <v:line id="Line 10" o:spid="_x0000_s1036" style="position:absolute;visibility:visible;mso-wrap-style:square" from="9553,12528" to="9553,1540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WBTNY1AAAAJcBAAALAAAAX3JlbHMvLnJl&#10;bHOkkD1rAzEMhvdC/4PR3vMlQyklvmyFrCGFrsbWfZCzZCRzTf59TKGlV7J1lF70PC/a7S9pNguK&#10;TkwONk0LBilwnGhw8H56e3oBo8VT9DMTOriiwr57fNgdcfalHuk4ZTWVQupgLCW/WqthxOS14YxU&#10;k54l+VJHGWz24ewHtNu2fbbymwHdimkO0YEc4hbM6Zqr+Q87TUFYuS9N4GS576dwj2ojf9IRl0rx&#10;MmBxEEW/loJLU8uBve/d/NMbmAhDYfmojpX8J6n27wZ29c7uBgAA//8DAFBLAwQUAAYACAAAACEA&#10;My8FnkEAAAA5AAAAFAAAAGRycy9jb25uZWN0b3J4bWwueG1ssrGvyM1RKEstKs7Mz7NVMtQzUFJI&#10;zUvOT8nMS7dVCg1x07VQUiguScxLSczJz0u1VapMLVayt+PlAgAAAP//AwBQSwMEFAAGAAgAAAAh&#10;AKTu0w/AAAAA2wAAAA8AAABkcnMvZG93bnJldi54bWxET82KwjAQvgu+QxjBm6YqrkvXKCJIVepB&#10;3QcYmtm22kxKE7W+vREWvM3H9zvzZWsqcafGlZYVjIYRCOLM6pJzBb/nzeAbhPPIGivLpOBJDpaL&#10;bmeOsbYPPtL95HMRQtjFqKDwvo6ldFlBBt3Q1sSB+7ONQR9gk0vd4COEm0qOo+hLGiw5NBRY07qg&#10;7Hq6GQWHabKf7RJerVOTXi5V4s7pwSnV77WrHxCeWv8R/7u3OsyfwPuXcIBcvAAAAP//AwBQSwEC&#10;LQAUAAYACAAAACEAMqYLM/4AAADqAQAAEwAAAAAAAAAAAAAAAAAAAAAAW0NvbnRlbnRfVHlwZXNd&#10;LnhtbFBLAQItABQABgAIAAAAIQCWBTNY1AAAAJcBAAALAAAAAAAAAAAAAAAAAC8BAABfcmVscy8u&#10;cmVsc1BLAQItABQABgAIAAAAIQAzLwWeQQAAADkAAAAUAAAAAAAAAAAAAAAAACwCAABkcnMvY29u&#10;bmVjdG9yeG1sLnhtbFBLAQItABQABgAIAAAAIQCk7tMPwAAAANsAAAAPAAAAAAAAAAAAAAAAAJ8C&#10;AABkcnMvZG93bnJldi54bWxQSwUGAAAAAAQABAD5AAAAjAMAAAAA&#10;" strokecolor="white [3212]" strokeweight="1.5pt">
                <v:stroke dashstyle="1 1"/>
              </v:line>
              <v:line id="Line 11" o:spid="_x0000_s1037" style="position:absolute;visibility:visible;mso-wrap-style:square" from="10701,12528" to="10701,1540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WBTNY1AAAAJcBAAALAAAAX3JlbHMvLnJl&#10;bHOkkD1rAzEMhvdC/4PR3vMlQyklvmyFrCGFrsbWfZCzZCRzTf59TKGlV7J1lF70PC/a7S9pNguK&#10;TkwONk0LBilwnGhw8H56e3oBo8VT9DMTOriiwr57fNgdcfalHuk4ZTWVQupgLCW/WqthxOS14YxU&#10;k54l+VJHGWz24ewHtNu2fbbymwHdimkO0YEc4hbM6Zqr+Q87TUFYuS9N4GS576dwj2ojf9IRl0rx&#10;MmBxEEW/loJLU8uBve/d/NMbmAhDYfmojpX8J6n27wZ29c7uBgAA//8DAFBLAwQUAAYACAAAACEA&#10;My8FnkEAAAA5AAAAFAAAAGRycy9jb25uZWN0b3J4bWwueG1ssrGvyM1RKEstKs7Mz7NVMtQzUFJI&#10;zUvOT8nMS7dVCg1x07VQUiguScxLSczJz0u1VapMLVayt+PlAgAAAP//AwBQSwMEFAAGAAgAAAAh&#10;ACsHS3vAAAAA2wAAAA8AAABkcnMvZG93bnJldi54bWxET82KwjAQvgu+QxjBm6aKrkvXKCJIVepB&#10;3QcYmtm22kxKE7W+vREWvM3H9zvzZWsqcafGlZYVjIYRCOLM6pJzBb/nzeAbhPPIGivLpOBJDpaL&#10;bmeOsbYPPtL95HMRQtjFqKDwvo6ldFlBBt3Q1sSB+7ONQR9gk0vd4COEm0qOo+hLGiw5NBRY07qg&#10;7Hq6GQWHabKf7RJerVOTXi5V4s7pwSnV77WrHxCeWv8R/7u3OsyfwPuXcIBcvAAAAP//AwBQSwEC&#10;LQAUAAYACAAAACEAMqYLM/4AAADqAQAAEwAAAAAAAAAAAAAAAAAAAAAAW0NvbnRlbnRfVHlwZXNd&#10;LnhtbFBLAQItABQABgAIAAAAIQCWBTNY1AAAAJcBAAALAAAAAAAAAAAAAAAAAC8BAABfcmVscy8u&#10;cmVsc1BLAQItABQABgAIAAAAIQAzLwWeQQAAADkAAAAUAAAAAAAAAAAAAAAAACwCAABkcnMvY29u&#10;bmVjdG9yeG1sLnhtbFBLAQItABQABgAIAAAAIQArB0t7wAAAANsAAAAPAAAAAAAAAAAAAAAAAJ8C&#10;AABkcnMvZG93bnJldi54bWxQSwUGAAAAAAQABAD5AAAAjAMAAAAA&#10;" strokecolor="white [3212]" strokeweight="1.5pt">
                <v:stroke dashstyle="1 1"/>
              </v:line>
              <v:rect id="Rectangle 12" o:spid="_x0000_s1038" style="position:absolute;left:648;top:648;width:10944;height:1051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Ax3V9h0gAAAI8BAAALAAAAX3JlbHMvLnJlbHOk&#10;kMFqwzAMhu+DvYPRvXHaQxmjTm+FXksHuwpbSUxjy1gmbd++pjBYRm876hf6PvHv9rcwqZmyeI4G&#10;1k0LiqJl5+Ng4Ot8WH2AkoLR4cSRDNxJYN+9v+1ONGGpRzL6JKpSohgYS0mfWosdKaA0nCjWTc85&#10;YKljHnRCe8GB9KZttzr/ZkC3YKqjM5CPbgPqfE/V/IcdvM0s3JfGctDc996+omrH13iiuVIwD1QM&#10;uCzPMNPc1OdAv/au/+mVERN9V/5C/Eyr9cesFzV2DwAAAP//AwBQSwMEFAAGAAgAAAAhADMvBZ5B&#10;AAAAOQAAABAAAABkcnMvc2hhcGV4bWwueG1ssrGvyM1RKEstKs7Mz7NVMtQzUFJIzUvOT8nMS7dV&#10;Cg1x07VQUiguScxLSczJz0u1VapMLVayt+PlAgAAAP//AwBQSwMEFAAGAAgAAAAhADDiJkPDAAAA&#10;2wAAAA8AAABkcnMvZG93bnJldi54bWxET9tqwkAQfRf8h2WEvulGqUWjq4hSqG2heEFfx+yYBLOz&#10;MbvG9O/dQsG3OZzrTOeNKURNlcstK+j3IhDEidU5pwr2u/fuCITzyBoLy6TglxzMZ+3WFGNt77yh&#10;eutTEULYxagg876MpXRJRgZdz5bEgTvbyqAPsEqlrvAewk0hB1H0Jg3mHBoyLGmZUXLZ3oyCdfr6&#10;/XWN8tN49bk+DuWmPh3qH6VeOs1iAsJT45/if/eHDvOH8PdLOEDOHgAAAP//AwBQSwECLQAUAAYA&#10;CAAAACEAMjy9PvsAAADiAQAAEwAAAAAAAAAAAAAAAAAAAAAAW0NvbnRlbnRfVHlwZXNdLnhtbFBL&#10;AQItABQABgAIAAAAIQAx3V9h0gAAAI8BAAALAAAAAAAAAAAAAAAAACwBAABfcmVscy8ucmVsc1BL&#10;AQItABQABgAIAAAAIQAzLwWeQQAAADkAAAAQAAAAAAAAAAAAAAAAACcCAABkcnMvc2hhcGV4bWwu&#10;eG1sUEsBAi0AFAAGAAgAAAAhADDiJkPDAAAA2wAAAA8AAAAAAAAAAAAAAAAAlgIAAGRycy9kb3du&#10;cmV2LnhtbFBLBQYAAAAABAAEAPUAAACGAwAAAAA=&#10;" filled="f" strokecolor="white [3212]" strokeweight="1.5pt"/>
              <w10:wrap type="tight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87862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1744E988"/>
    <w:lvl w:ilvl="0">
      <w:start w:val="1"/>
      <w:numFmt w:val="bullet"/>
      <w:pStyle w:val="ListBullet"/>
      <w:lvlText w:val="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revisionView w:markup="0" w:comments="0"/>
  <w:defaultTabStop w:val="720"/>
  <w:displayHorizontalDrawingGridEvery w:val="0"/>
  <w:displayVerticalDrawingGridEvery w:val="0"/>
  <w:doNotUseMarginsForDrawingGridOrigi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ShowDynamicGuides" w:val="1"/>
    <w:docVar w:name="ShowMarginGuides" w:val="1"/>
    <w:docVar w:name="ShowOutlines" w:val="0"/>
    <w:docVar w:name="ShowStaticGuides" w:val="0"/>
  </w:docVars>
  <w:rsids>
    <w:rsidRoot w:val="00DD1C77"/>
    <w:rsid w:val="003E038E"/>
    <w:rsid w:val="004B4FFB"/>
    <w:rsid w:val="005B1900"/>
    <w:rsid w:val="006A6D67"/>
    <w:rsid w:val="00711282"/>
    <w:rsid w:val="00AC2A0D"/>
    <w:rsid w:val="00B056A6"/>
    <w:rsid w:val="00B64CDB"/>
    <w:rsid w:val="00B7247C"/>
    <w:rsid w:val="00BA604D"/>
    <w:rsid w:val="00BD52D1"/>
    <w:rsid w:val="00DD1C77"/>
    <w:rsid w:val="00E10F73"/>
    <w:rsid w:val="00E75F3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DCEE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79548B"/>
    <w:pPr>
      <w:spacing w:line="216" w:lineRule="auto"/>
      <w:outlineLvl w:val="0"/>
    </w:pPr>
    <w:rPr>
      <w:rFonts w:asciiTheme="majorHAnsi" w:eastAsiaTheme="majorEastAsia" w:hAnsiTheme="majorHAnsi" w:cstheme="majorBidi"/>
      <w:b/>
      <w:bCs/>
      <w:color w:val="5E8EB8" w:themeColor="accent1"/>
      <w:sz w:val="36"/>
      <w:szCs w:val="32"/>
    </w:rPr>
  </w:style>
  <w:style w:type="paragraph" w:styleId="Heading2">
    <w:name w:val="heading 2"/>
    <w:basedOn w:val="Normal"/>
    <w:link w:val="Heading2Char"/>
    <w:semiHidden/>
    <w:unhideWhenUsed/>
    <w:qFormat/>
    <w:rsid w:val="0079548B"/>
    <w:pPr>
      <w:spacing w:before="120"/>
      <w:outlineLvl w:val="1"/>
    </w:pPr>
    <w:rPr>
      <w:rFonts w:asciiTheme="majorHAnsi" w:eastAsiaTheme="majorEastAsia" w:hAnsiTheme="majorHAnsi" w:cstheme="majorBidi"/>
      <w:bCs/>
      <w:color w:val="404040" w:themeColor="text1" w:themeTint="BF"/>
      <w:szCs w:val="26"/>
    </w:rPr>
  </w:style>
  <w:style w:type="paragraph" w:styleId="Heading3">
    <w:name w:val="heading 3"/>
    <w:basedOn w:val="Normal"/>
    <w:link w:val="Heading3Char"/>
    <w:semiHidden/>
    <w:unhideWhenUsed/>
    <w:qFormat/>
    <w:rsid w:val="0079548B"/>
    <w:pPr>
      <w:jc w:val="center"/>
      <w:outlineLvl w:val="2"/>
    </w:pPr>
    <w:rPr>
      <w:rFonts w:asciiTheme="majorHAnsi" w:eastAsiaTheme="majorEastAsia" w:hAnsiTheme="majorHAnsi" w:cstheme="majorBidi"/>
      <w:bCs/>
      <w:color w:val="FFFFFF" w:themeColor="background1"/>
      <w:sz w:val="52"/>
    </w:rPr>
  </w:style>
  <w:style w:type="paragraph" w:styleId="Heading4">
    <w:name w:val="heading 4"/>
    <w:basedOn w:val="Normal"/>
    <w:link w:val="Heading4Char"/>
    <w:semiHidden/>
    <w:unhideWhenUsed/>
    <w:qFormat/>
    <w:rsid w:val="0079548B"/>
    <w:pPr>
      <w:outlineLvl w:val="3"/>
    </w:pPr>
    <w:rPr>
      <w:rFonts w:asciiTheme="majorHAnsi" w:eastAsiaTheme="majorEastAsia" w:hAnsiTheme="majorHAnsi" w:cstheme="majorBidi"/>
      <w:b/>
      <w:bCs/>
      <w:iCs/>
      <w:color w:val="FFFFFF" w:themeColor="background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954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9548B"/>
  </w:style>
  <w:style w:type="paragraph" w:styleId="Footer">
    <w:name w:val="footer"/>
    <w:basedOn w:val="Normal"/>
    <w:link w:val="FooterChar"/>
    <w:unhideWhenUsed/>
    <w:rsid w:val="007954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9548B"/>
  </w:style>
  <w:style w:type="paragraph" w:styleId="Title">
    <w:name w:val="Title"/>
    <w:basedOn w:val="Normal"/>
    <w:link w:val="TitleChar"/>
    <w:qFormat/>
    <w:rsid w:val="005A1754"/>
    <w:pPr>
      <w:jc w:val="center"/>
    </w:pPr>
    <w:rPr>
      <w:rFonts w:asciiTheme="majorHAnsi" w:eastAsiaTheme="majorEastAsia" w:hAnsiTheme="majorHAnsi" w:cstheme="majorBidi"/>
      <w:b/>
      <w:color w:val="FFFFFF" w:themeColor="background1"/>
      <w:kern w:val="24"/>
      <w:sz w:val="100"/>
      <w:szCs w:val="52"/>
    </w:rPr>
  </w:style>
  <w:style w:type="character" w:customStyle="1" w:styleId="TitleChar">
    <w:name w:val="Title Char"/>
    <w:basedOn w:val="DefaultParagraphFont"/>
    <w:link w:val="Title"/>
    <w:rsid w:val="005A1754"/>
    <w:rPr>
      <w:rFonts w:asciiTheme="majorHAnsi" w:eastAsiaTheme="majorEastAsia" w:hAnsiTheme="majorHAnsi" w:cstheme="majorBidi"/>
      <w:b/>
      <w:color w:val="FFFFFF" w:themeColor="background1"/>
      <w:kern w:val="24"/>
      <w:sz w:val="100"/>
      <w:szCs w:val="52"/>
    </w:rPr>
  </w:style>
  <w:style w:type="paragraph" w:styleId="Subtitle">
    <w:name w:val="Subtitle"/>
    <w:basedOn w:val="Normal"/>
    <w:link w:val="SubtitleChar"/>
    <w:qFormat/>
    <w:rsid w:val="005A1754"/>
    <w:pPr>
      <w:numPr>
        <w:ilvl w:val="1"/>
      </w:numPr>
      <w:spacing w:before="120"/>
      <w:jc w:val="center"/>
    </w:pPr>
    <w:rPr>
      <w:rFonts w:asciiTheme="majorHAnsi" w:eastAsiaTheme="majorEastAsia" w:hAnsiTheme="majorHAnsi" w:cstheme="majorBidi"/>
      <w:b/>
      <w:iCs/>
      <w:color w:val="FFFFFF" w:themeColor="background1"/>
      <w:sz w:val="36"/>
    </w:rPr>
  </w:style>
  <w:style w:type="character" w:customStyle="1" w:styleId="SubtitleChar">
    <w:name w:val="Subtitle Char"/>
    <w:basedOn w:val="DefaultParagraphFont"/>
    <w:link w:val="Subtitle"/>
    <w:rsid w:val="005A1754"/>
    <w:rPr>
      <w:rFonts w:asciiTheme="majorHAnsi" w:eastAsiaTheme="majorEastAsia" w:hAnsiTheme="majorHAnsi" w:cstheme="majorBidi"/>
      <w:b/>
      <w:iCs/>
      <w:color w:val="FFFFFF" w:themeColor="background1"/>
      <w:sz w:val="36"/>
    </w:rPr>
  </w:style>
  <w:style w:type="character" w:customStyle="1" w:styleId="Heading1Char">
    <w:name w:val="Heading 1 Char"/>
    <w:basedOn w:val="DefaultParagraphFont"/>
    <w:link w:val="Heading1"/>
    <w:rsid w:val="0079548B"/>
    <w:rPr>
      <w:rFonts w:asciiTheme="majorHAnsi" w:eastAsiaTheme="majorEastAsia" w:hAnsiTheme="majorHAnsi" w:cstheme="majorBidi"/>
      <w:b/>
      <w:bCs/>
      <w:color w:val="5E8EB8" w:themeColor="accent1"/>
      <w:sz w:val="36"/>
      <w:szCs w:val="32"/>
    </w:rPr>
  </w:style>
  <w:style w:type="character" w:customStyle="1" w:styleId="Heading2Char">
    <w:name w:val="Heading 2 Char"/>
    <w:basedOn w:val="DefaultParagraphFont"/>
    <w:link w:val="Heading2"/>
    <w:semiHidden/>
    <w:rsid w:val="0079548B"/>
    <w:rPr>
      <w:rFonts w:asciiTheme="majorHAnsi" w:eastAsiaTheme="majorEastAsia" w:hAnsiTheme="majorHAnsi" w:cstheme="majorBidi"/>
      <w:bCs/>
      <w:color w:val="404040" w:themeColor="text1" w:themeTint="BF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79548B"/>
    <w:rPr>
      <w:rFonts w:asciiTheme="majorHAnsi" w:eastAsiaTheme="majorEastAsia" w:hAnsiTheme="majorHAnsi" w:cstheme="majorBidi"/>
      <w:bCs/>
      <w:color w:val="FFFFFF" w:themeColor="background1"/>
      <w:sz w:val="52"/>
    </w:rPr>
  </w:style>
  <w:style w:type="paragraph" w:styleId="ListBullet">
    <w:name w:val="List Bullet"/>
    <w:basedOn w:val="Normal"/>
    <w:semiHidden/>
    <w:unhideWhenUsed/>
    <w:rsid w:val="0079548B"/>
    <w:pPr>
      <w:numPr>
        <w:numId w:val="2"/>
      </w:numPr>
      <w:spacing w:before="120"/>
    </w:pPr>
    <w:rPr>
      <w:b/>
      <w:color w:val="FFFFFF" w:themeColor="background1"/>
      <w:sz w:val="22"/>
    </w:rPr>
  </w:style>
  <w:style w:type="paragraph" w:customStyle="1" w:styleId="ContactDetails">
    <w:name w:val="Contact Details"/>
    <w:basedOn w:val="Normal"/>
    <w:qFormat/>
    <w:rsid w:val="0079548B"/>
    <w:rPr>
      <w:b/>
      <w:color w:val="FFFFFF" w:themeColor="background1"/>
      <w:sz w:val="32"/>
    </w:rPr>
  </w:style>
  <w:style w:type="character" w:customStyle="1" w:styleId="Heading4Char">
    <w:name w:val="Heading 4 Char"/>
    <w:basedOn w:val="DefaultParagraphFont"/>
    <w:link w:val="Heading4"/>
    <w:semiHidden/>
    <w:rsid w:val="0079548B"/>
    <w:rPr>
      <w:rFonts w:asciiTheme="majorHAnsi" w:eastAsiaTheme="majorEastAsia" w:hAnsiTheme="majorHAnsi" w:cstheme="majorBidi"/>
      <w:b/>
      <w:bCs/>
      <w:iCs/>
      <w:color w:val="FFFFFF" w:themeColor="background1"/>
      <w:sz w:val="22"/>
    </w:rPr>
  </w:style>
  <w:style w:type="character" w:styleId="Hyperlink">
    <w:name w:val="Hyperlink"/>
    <w:basedOn w:val="DefaultParagraphFont"/>
    <w:uiPriority w:val="99"/>
    <w:semiHidden/>
    <w:unhideWhenUsed/>
    <w:rsid w:val="00DD1C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79548B"/>
    <w:pPr>
      <w:spacing w:line="216" w:lineRule="auto"/>
      <w:outlineLvl w:val="0"/>
    </w:pPr>
    <w:rPr>
      <w:rFonts w:asciiTheme="majorHAnsi" w:eastAsiaTheme="majorEastAsia" w:hAnsiTheme="majorHAnsi" w:cstheme="majorBidi"/>
      <w:b/>
      <w:bCs/>
      <w:color w:val="5E8EB8" w:themeColor="accent1"/>
      <w:sz w:val="36"/>
      <w:szCs w:val="32"/>
    </w:rPr>
  </w:style>
  <w:style w:type="paragraph" w:styleId="Heading2">
    <w:name w:val="heading 2"/>
    <w:basedOn w:val="Normal"/>
    <w:link w:val="Heading2Char"/>
    <w:semiHidden/>
    <w:unhideWhenUsed/>
    <w:qFormat/>
    <w:rsid w:val="0079548B"/>
    <w:pPr>
      <w:spacing w:before="120"/>
      <w:outlineLvl w:val="1"/>
    </w:pPr>
    <w:rPr>
      <w:rFonts w:asciiTheme="majorHAnsi" w:eastAsiaTheme="majorEastAsia" w:hAnsiTheme="majorHAnsi" w:cstheme="majorBidi"/>
      <w:bCs/>
      <w:color w:val="404040" w:themeColor="text1" w:themeTint="BF"/>
      <w:szCs w:val="26"/>
    </w:rPr>
  </w:style>
  <w:style w:type="paragraph" w:styleId="Heading3">
    <w:name w:val="heading 3"/>
    <w:basedOn w:val="Normal"/>
    <w:link w:val="Heading3Char"/>
    <w:semiHidden/>
    <w:unhideWhenUsed/>
    <w:qFormat/>
    <w:rsid w:val="0079548B"/>
    <w:pPr>
      <w:jc w:val="center"/>
      <w:outlineLvl w:val="2"/>
    </w:pPr>
    <w:rPr>
      <w:rFonts w:asciiTheme="majorHAnsi" w:eastAsiaTheme="majorEastAsia" w:hAnsiTheme="majorHAnsi" w:cstheme="majorBidi"/>
      <w:bCs/>
      <w:color w:val="FFFFFF" w:themeColor="background1"/>
      <w:sz w:val="52"/>
    </w:rPr>
  </w:style>
  <w:style w:type="paragraph" w:styleId="Heading4">
    <w:name w:val="heading 4"/>
    <w:basedOn w:val="Normal"/>
    <w:link w:val="Heading4Char"/>
    <w:semiHidden/>
    <w:unhideWhenUsed/>
    <w:qFormat/>
    <w:rsid w:val="0079548B"/>
    <w:pPr>
      <w:outlineLvl w:val="3"/>
    </w:pPr>
    <w:rPr>
      <w:rFonts w:asciiTheme="majorHAnsi" w:eastAsiaTheme="majorEastAsia" w:hAnsiTheme="majorHAnsi" w:cstheme="majorBidi"/>
      <w:b/>
      <w:bCs/>
      <w:iCs/>
      <w:color w:val="FFFFFF" w:themeColor="background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954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9548B"/>
  </w:style>
  <w:style w:type="paragraph" w:styleId="Footer">
    <w:name w:val="footer"/>
    <w:basedOn w:val="Normal"/>
    <w:link w:val="FooterChar"/>
    <w:unhideWhenUsed/>
    <w:rsid w:val="007954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9548B"/>
  </w:style>
  <w:style w:type="paragraph" w:styleId="Title">
    <w:name w:val="Title"/>
    <w:basedOn w:val="Normal"/>
    <w:link w:val="TitleChar"/>
    <w:qFormat/>
    <w:rsid w:val="005A1754"/>
    <w:pPr>
      <w:jc w:val="center"/>
    </w:pPr>
    <w:rPr>
      <w:rFonts w:asciiTheme="majorHAnsi" w:eastAsiaTheme="majorEastAsia" w:hAnsiTheme="majorHAnsi" w:cstheme="majorBidi"/>
      <w:b/>
      <w:color w:val="FFFFFF" w:themeColor="background1"/>
      <w:kern w:val="24"/>
      <w:sz w:val="100"/>
      <w:szCs w:val="52"/>
    </w:rPr>
  </w:style>
  <w:style w:type="character" w:customStyle="1" w:styleId="TitleChar">
    <w:name w:val="Title Char"/>
    <w:basedOn w:val="DefaultParagraphFont"/>
    <w:link w:val="Title"/>
    <w:rsid w:val="005A1754"/>
    <w:rPr>
      <w:rFonts w:asciiTheme="majorHAnsi" w:eastAsiaTheme="majorEastAsia" w:hAnsiTheme="majorHAnsi" w:cstheme="majorBidi"/>
      <w:b/>
      <w:color w:val="FFFFFF" w:themeColor="background1"/>
      <w:kern w:val="24"/>
      <w:sz w:val="100"/>
      <w:szCs w:val="52"/>
    </w:rPr>
  </w:style>
  <w:style w:type="paragraph" w:styleId="Subtitle">
    <w:name w:val="Subtitle"/>
    <w:basedOn w:val="Normal"/>
    <w:link w:val="SubtitleChar"/>
    <w:qFormat/>
    <w:rsid w:val="005A1754"/>
    <w:pPr>
      <w:numPr>
        <w:ilvl w:val="1"/>
      </w:numPr>
      <w:spacing w:before="120"/>
      <w:jc w:val="center"/>
    </w:pPr>
    <w:rPr>
      <w:rFonts w:asciiTheme="majorHAnsi" w:eastAsiaTheme="majorEastAsia" w:hAnsiTheme="majorHAnsi" w:cstheme="majorBidi"/>
      <w:b/>
      <w:iCs/>
      <w:color w:val="FFFFFF" w:themeColor="background1"/>
      <w:sz w:val="36"/>
    </w:rPr>
  </w:style>
  <w:style w:type="character" w:customStyle="1" w:styleId="SubtitleChar">
    <w:name w:val="Subtitle Char"/>
    <w:basedOn w:val="DefaultParagraphFont"/>
    <w:link w:val="Subtitle"/>
    <w:rsid w:val="005A1754"/>
    <w:rPr>
      <w:rFonts w:asciiTheme="majorHAnsi" w:eastAsiaTheme="majorEastAsia" w:hAnsiTheme="majorHAnsi" w:cstheme="majorBidi"/>
      <w:b/>
      <w:iCs/>
      <w:color w:val="FFFFFF" w:themeColor="background1"/>
      <w:sz w:val="36"/>
    </w:rPr>
  </w:style>
  <w:style w:type="character" w:customStyle="1" w:styleId="Heading1Char">
    <w:name w:val="Heading 1 Char"/>
    <w:basedOn w:val="DefaultParagraphFont"/>
    <w:link w:val="Heading1"/>
    <w:rsid w:val="0079548B"/>
    <w:rPr>
      <w:rFonts w:asciiTheme="majorHAnsi" w:eastAsiaTheme="majorEastAsia" w:hAnsiTheme="majorHAnsi" w:cstheme="majorBidi"/>
      <w:b/>
      <w:bCs/>
      <w:color w:val="5E8EB8" w:themeColor="accent1"/>
      <w:sz w:val="36"/>
      <w:szCs w:val="32"/>
    </w:rPr>
  </w:style>
  <w:style w:type="character" w:customStyle="1" w:styleId="Heading2Char">
    <w:name w:val="Heading 2 Char"/>
    <w:basedOn w:val="DefaultParagraphFont"/>
    <w:link w:val="Heading2"/>
    <w:semiHidden/>
    <w:rsid w:val="0079548B"/>
    <w:rPr>
      <w:rFonts w:asciiTheme="majorHAnsi" w:eastAsiaTheme="majorEastAsia" w:hAnsiTheme="majorHAnsi" w:cstheme="majorBidi"/>
      <w:bCs/>
      <w:color w:val="404040" w:themeColor="text1" w:themeTint="BF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79548B"/>
    <w:rPr>
      <w:rFonts w:asciiTheme="majorHAnsi" w:eastAsiaTheme="majorEastAsia" w:hAnsiTheme="majorHAnsi" w:cstheme="majorBidi"/>
      <w:bCs/>
      <w:color w:val="FFFFFF" w:themeColor="background1"/>
      <w:sz w:val="52"/>
    </w:rPr>
  </w:style>
  <w:style w:type="paragraph" w:styleId="ListBullet">
    <w:name w:val="List Bullet"/>
    <w:basedOn w:val="Normal"/>
    <w:semiHidden/>
    <w:unhideWhenUsed/>
    <w:rsid w:val="0079548B"/>
    <w:pPr>
      <w:numPr>
        <w:numId w:val="2"/>
      </w:numPr>
      <w:spacing w:before="120"/>
    </w:pPr>
    <w:rPr>
      <w:b/>
      <w:color w:val="FFFFFF" w:themeColor="background1"/>
      <w:sz w:val="22"/>
    </w:rPr>
  </w:style>
  <w:style w:type="paragraph" w:customStyle="1" w:styleId="ContactDetails">
    <w:name w:val="Contact Details"/>
    <w:basedOn w:val="Normal"/>
    <w:qFormat/>
    <w:rsid w:val="0079548B"/>
    <w:rPr>
      <w:b/>
      <w:color w:val="FFFFFF" w:themeColor="background1"/>
      <w:sz w:val="32"/>
    </w:rPr>
  </w:style>
  <w:style w:type="character" w:customStyle="1" w:styleId="Heading4Char">
    <w:name w:val="Heading 4 Char"/>
    <w:basedOn w:val="DefaultParagraphFont"/>
    <w:link w:val="Heading4"/>
    <w:semiHidden/>
    <w:rsid w:val="0079548B"/>
    <w:rPr>
      <w:rFonts w:asciiTheme="majorHAnsi" w:eastAsiaTheme="majorEastAsia" w:hAnsiTheme="majorHAnsi" w:cstheme="majorBidi"/>
      <w:b/>
      <w:bCs/>
      <w:iCs/>
      <w:color w:val="FFFFFF" w:themeColor="background1"/>
      <w:sz w:val="22"/>
    </w:rPr>
  </w:style>
  <w:style w:type="character" w:styleId="Hyperlink">
    <w:name w:val="Hyperlink"/>
    <w:basedOn w:val="DefaultParagraphFont"/>
    <w:uiPriority w:val="99"/>
    <w:semiHidden/>
    <w:unhideWhenUsed/>
    <w:rsid w:val="00DD1C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4" Type="http://schemas.openxmlformats.org/officeDocument/2006/relationships/settings" Target="settings.xml"/><Relationship Id="rId10" Type="http://schemas.openxmlformats.org/officeDocument/2006/relationships/header" Target="header1.xml"/><Relationship Id="rId5" Type="http://schemas.openxmlformats.org/officeDocument/2006/relationships/webSettings" Target="webSettings.xml"/><Relationship Id="rId7" Type="http://schemas.openxmlformats.org/officeDocument/2006/relationships/endnotes" Target="endnotes.xml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image" Target="media/image2.JPG"/><Relationship Id="rId3" Type="http://schemas.microsoft.com/office/2007/relationships/stylesWithEffects" Target="stylesWithEffects.xml"/><Relationship Id="rId6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ublishing%20Layout%20View:Flyers:Tear-Off%20Flyer.dotx" TargetMode="External"/></Relationships>
</file>

<file path=word/theme/theme1.xml><?xml version="1.0" encoding="utf-8"?>
<a:theme xmlns:a="http://schemas.openxmlformats.org/drawingml/2006/main" name="Office Theme">
  <a:themeElements>
    <a:clrScheme name="Tear-Off Flyer">
      <a:dk1>
        <a:sysClr val="windowText" lastClr="000000"/>
      </a:dk1>
      <a:lt1>
        <a:sysClr val="window" lastClr="FFFFFF"/>
      </a:lt1>
      <a:dk2>
        <a:srgbClr val="DAEEF5"/>
      </a:dk2>
      <a:lt2>
        <a:srgbClr val="5E615E"/>
      </a:lt2>
      <a:accent1>
        <a:srgbClr val="5E8EB8"/>
      </a:accent1>
      <a:accent2>
        <a:srgbClr val="2C5376"/>
      </a:accent2>
      <a:accent3>
        <a:srgbClr val="112334"/>
      </a:accent3>
      <a:accent4>
        <a:srgbClr val="5C6B73"/>
      </a:accent4>
      <a:accent5>
        <a:srgbClr val="3B454A"/>
      </a:accent5>
      <a:accent6>
        <a:srgbClr val="CF4121"/>
      </a:accent6>
      <a:hlink>
        <a:srgbClr val="DB8325"/>
      </a:hlink>
      <a:folHlink>
        <a:srgbClr val="F6DE8F"/>
      </a:folHlink>
    </a:clrScheme>
    <a:fontScheme name="Tear-Off Flyer">
      <a:majorFont>
        <a:latin typeface="Century Gothic"/>
        <a:ea typeface=""/>
        <a:cs typeface=""/>
        <a:font script="Jpan" typeface="ＭＳ Ｐゴシック"/>
      </a:majorFont>
      <a:minorFont>
        <a:latin typeface="Century Gothic"/>
        <a:ea typeface=""/>
        <a:cs typeface=""/>
        <a:font script="Jpan" typeface="ＭＳ Ｐゴシック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Tear-Off Flyer.dotx</Template>
  <TotalTime>0</TotalTime>
  <Pages>1</Pages>
  <Words>1</Words>
  <Characters>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WEISS, LIAM</dc:creator>
  <cp:keywords/>
  <dc:description/>
  <cp:lastModifiedBy>WEISS, LIAM</cp:lastModifiedBy>
  <cp:revision>2</cp:revision>
  <cp:lastPrinted>2012-02-02T16:58:00Z</cp:lastPrinted>
  <dcterms:created xsi:type="dcterms:W3CDTF">2012-02-02T17:05:00Z</dcterms:created>
  <dcterms:modified xsi:type="dcterms:W3CDTF">2012-02-02T17:05:00Z</dcterms:modified>
  <cp:category/>
</cp:coreProperties>
</file>