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CA315" w14:textId="77777777" w:rsidR="00903937" w:rsidRDefault="00903937" w:rsidP="0002054C">
      <w:pPr>
        <w:pStyle w:val="Blueoutline"/>
        <w:numPr>
          <w:ilvl w:val="0"/>
          <w:numId w:val="1"/>
        </w:numPr>
      </w:pPr>
      <w:r w:rsidRPr="0043199B">
        <w:t>Memo</w:t>
      </w:r>
    </w:p>
    <w:p w14:paraId="0E7929E2" w14:textId="77777777" w:rsidR="00903937" w:rsidRDefault="00903937" w:rsidP="00903937"/>
    <w:p w14:paraId="594880FE" w14:textId="77777777" w:rsidR="00665C92" w:rsidRDefault="00903937" w:rsidP="00903937">
      <w:r w:rsidRPr="00903937">
        <w:rPr>
          <w:b/>
        </w:rPr>
        <w:t>To:</w:t>
      </w:r>
      <w:r w:rsidR="0002054C"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7520AD0" wp14:editId="41758A54">
                <wp:simplePos x="0" y="0"/>
                <wp:positionH relativeFrom="column">
                  <wp:posOffset>-914400</wp:posOffset>
                </wp:positionH>
                <wp:positionV relativeFrom="page">
                  <wp:posOffset>0</wp:posOffset>
                </wp:positionV>
                <wp:extent cx="1550670" cy="10058400"/>
                <wp:effectExtent l="0" t="0" r="1905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0670" cy="10058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FFFFFF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1.95pt;margin-top:0;width:122.1pt;height:11in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" fillcolor="#4f81bd" stroked="f">
                <v:fill angle="-90" focus="100%" type="gradient"/>
                <w10:wrap anchory="page"/>
              </v:rect>
            </w:pict>
          </mc:Fallback>
        </mc:AlternateContent>
      </w:r>
      <w:r>
        <w:tab/>
      </w:r>
      <w:r>
        <w:tab/>
      </w:r>
      <w:r w:rsidR="00674514">
        <w:t>Mr. Kott</w:t>
      </w:r>
    </w:p>
    <w:p w14:paraId="4D896B76" w14:textId="77777777" w:rsidR="00903937" w:rsidRDefault="00903937" w:rsidP="00903937">
      <w:r>
        <w:rPr>
          <w:b/>
        </w:rPr>
        <w:t>From:</w:t>
      </w:r>
      <w:r>
        <w:tab/>
      </w:r>
      <w:r>
        <w:tab/>
      </w:r>
    </w:p>
    <w:p w14:paraId="2BEC69E1" w14:textId="77777777" w:rsidR="00903937" w:rsidRDefault="00903937" w:rsidP="00903937">
      <w:r w:rsidRPr="00903937">
        <w:rPr>
          <w:b/>
        </w:rPr>
        <w:t>Date:</w:t>
      </w:r>
      <w:r>
        <w:t xml:space="preserve"> </w:t>
      </w:r>
      <w:r>
        <w:tab/>
      </w:r>
      <w:r>
        <w:tab/>
      </w:r>
      <w:r w:rsidR="00674514">
        <w:t>10/18/11</w:t>
      </w:r>
    </w:p>
    <w:p w14:paraId="27A6B8AD" w14:textId="77777777" w:rsidR="00903937" w:rsidRDefault="00903937" w:rsidP="00903937">
      <w:r w:rsidRPr="00903937">
        <w:rPr>
          <w:b/>
        </w:rPr>
        <w:t>Re:</w:t>
      </w:r>
      <w:r>
        <w:tab/>
      </w:r>
      <w:r>
        <w:tab/>
      </w:r>
      <w:r w:rsidR="008E4F3E">
        <w:t>Hot App Idea</w:t>
      </w:r>
    </w:p>
    <w:p w14:paraId="420799D1" w14:textId="77777777" w:rsidR="00903937" w:rsidRDefault="00903937" w:rsidP="00903937">
      <w:pPr>
        <w:rPr>
          <w:b/>
        </w:rPr>
      </w:pPr>
      <w:r w:rsidRPr="00903937">
        <w:rPr>
          <w:b/>
        </w:rPr>
        <w:t>Message:</w:t>
      </w:r>
      <w:r w:rsidR="00C95094">
        <w:rPr>
          <w:b/>
        </w:rPr>
        <w:t xml:space="preserve">  Design a game or app that functions as tool to better yourself and your school community!</w:t>
      </w:r>
      <w:bookmarkStart w:id="0" w:name="_GoBack"/>
      <w:bookmarkEnd w:id="0"/>
    </w:p>
    <w:p w14:paraId="38A4C004" w14:textId="77777777" w:rsidR="00564E3B" w:rsidRDefault="0002054C" w:rsidP="0002054C">
      <w:pPr>
        <w:rPr>
          <w:b/>
        </w:rPr>
      </w:pPr>
      <w:r>
        <w:rPr>
          <w:b/>
        </w:rPr>
        <w:t>Name of app or game:</w:t>
      </w:r>
    </w:p>
    <w:p w14:paraId="2367322C" w14:textId="77777777" w:rsidR="0002054C" w:rsidRDefault="0002054C" w:rsidP="0002054C">
      <w:pPr>
        <w:rPr>
          <w:b/>
        </w:rPr>
      </w:pPr>
    </w:p>
    <w:p w14:paraId="48FC77DC" w14:textId="77777777" w:rsidR="00564E3B" w:rsidRDefault="00564E3B" w:rsidP="00903937">
      <w:pPr>
        <w:rPr>
          <w:b/>
        </w:rPr>
      </w:pPr>
      <w:r>
        <w:rPr>
          <w:b/>
        </w:rPr>
        <w:t>Description of how it would work:</w:t>
      </w:r>
    </w:p>
    <w:p w14:paraId="188EFD67" w14:textId="77777777" w:rsidR="00564E3B" w:rsidRDefault="00564E3B" w:rsidP="00903937">
      <w:pPr>
        <w:rPr>
          <w:b/>
        </w:rPr>
      </w:pPr>
    </w:p>
    <w:p w14:paraId="409C2106" w14:textId="77777777" w:rsidR="0002054C" w:rsidRDefault="0002054C" w:rsidP="00903937">
      <w:pPr>
        <w:rPr>
          <w:b/>
        </w:rPr>
      </w:pPr>
    </w:p>
    <w:p w14:paraId="40ABBD65" w14:textId="77777777" w:rsidR="00564E3B" w:rsidRDefault="00564E3B" w:rsidP="00903937">
      <w:pPr>
        <w:rPr>
          <w:b/>
        </w:rPr>
      </w:pPr>
    </w:p>
    <w:p w14:paraId="178D99D8" w14:textId="77777777" w:rsidR="00564E3B" w:rsidRDefault="00564E3B" w:rsidP="00903937">
      <w:pPr>
        <w:rPr>
          <w:b/>
        </w:rPr>
      </w:pPr>
    </w:p>
    <w:p w14:paraId="2E53B841" w14:textId="77777777" w:rsidR="00564E3B" w:rsidRDefault="00564E3B" w:rsidP="00903937">
      <w:pPr>
        <w:rPr>
          <w:b/>
        </w:rPr>
      </w:pPr>
      <w:r>
        <w:rPr>
          <w:b/>
        </w:rPr>
        <w:t>Student or school need filled:</w:t>
      </w:r>
    </w:p>
    <w:p w14:paraId="5CD065B6" w14:textId="77777777" w:rsidR="00564E3B" w:rsidRDefault="00564E3B" w:rsidP="00903937">
      <w:pPr>
        <w:rPr>
          <w:b/>
        </w:rPr>
      </w:pPr>
    </w:p>
    <w:p w14:paraId="41DAD7A0" w14:textId="77777777" w:rsidR="00903937" w:rsidRDefault="00903937" w:rsidP="00903937"/>
    <w:p w14:paraId="038EED2B" w14:textId="77777777" w:rsidR="00564E3B" w:rsidRDefault="00564E3B" w:rsidP="00903937"/>
    <w:p w14:paraId="1D2D4E82" w14:textId="77777777" w:rsidR="0002054C" w:rsidRDefault="0002054C" w:rsidP="00903937">
      <w:pPr>
        <w:rPr>
          <w:b/>
        </w:rPr>
      </w:pPr>
    </w:p>
    <w:p w14:paraId="6E299A6E" w14:textId="77777777" w:rsidR="00057E26" w:rsidRDefault="00564E3B" w:rsidP="00903937">
      <w:pPr>
        <w:rPr>
          <w:b/>
        </w:rPr>
      </w:pPr>
      <w:r w:rsidRPr="00564E3B">
        <w:rPr>
          <w:b/>
        </w:rPr>
        <w:t>Sketch the design of the game or app window on the reverse side of this memo.</w:t>
      </w:r>
    </w:p>
    <w:p w14:paraId="4D16598F" w14:textId="77777777" w:rsidR="0002054C" w:rsidRPr="0002054C" w:rsidRDefault="0002054C" w:rsidP="0002054C">
      <w:pPr>
        <w:spacing w:after="0"/>
      </w:pPr>
      <w:r w:rsidRPr="0002054C">
        <w:t>Games can include any or all of these capabilities: 2-D graphics, touch interface, sound/music, local data storage, geolocation services (GPS), accelerometer (motion sensing), and Internet access.</w:t>
      </w:r>
    </w:p>
    <w:p w14:paraId="6D76967E" w14:textId="77777777" w:rsidR="0002054C" w:rsidRDefault="0002054C" w:rsidP="0002054C">
      <w:pPr>
        <w:spacing w:after="0"/>
      </w:pPr>
      <w:r w:rsidRPr="0002054C">
        <w:lastRenderedPageBreak/>
        <w:t>Apps can include any or all of these capabilities: text or simple graphics, touch interface, local data storage, geolocation services (GPS), and Internet access.</w:t>
      </w:r>
      <w:r w:rsidR="00057E26">
        <w:rPr>
          <w:b/>
        </w:rPr>
        <w:br w:type="page"/>
      </w:r>
    </w:p>
    <w:p w14:paraId="79784DEA" w14:textId="77777777" w:rsidR="00564E3B" w:rsidRPr="00564E3B" w:rsidRDefault="0002054C" w:rsidP="00903937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55489E44" wp14:editId="5DEC8A2B">
            <wp:extent cx="3943350" cy="72961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729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64E3B" w:rsidRPr="00564E3B" w:rsidSect="0002054C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32pt;height:68pt;visibility:visible;mso-wrap-style:square" o:bullet="t">
        <v:imagedata r:id="rId1" o:title=""/>
      </v:shape>
    </w:pict>
  </w:numPicBullet>
  <w:abstractNum w:abstractNumId="0">
    <w:nsid w:val="186C18BE"/>
    <w:multiLevelType w:val="hybridMultilevel"/>
    <w:tmpl w:val="D842FF48"/>
    <w:lvl w:ilvl="0" w:tplc="043485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F03C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ECBD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BCB3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380C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9AD4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5EF4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622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584B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14"/>
    <w:rsid w:val="0002054C"/>
    <w:rsid w:val="00057E26"/>
    <w:rsid w:val="001E418F"/>
    <w:rsid w:val="00286E1F"/>
    <w:rsid w:val="003C4B46"/>
    <w:rsid w:val="004730E4"/>
    <w:rsid w:val="00534C6A"/>
    <w:rsid w:val="00564E3B"/>
    <w:rsid w:val="00665C92"/>
    <w:rsid w:val="00674514"/>
    <w:rsid w:val="00727086"/>
    <w:rsid w:val="00731ED9"/>
    <w:rsid w:val="00743D4A"/>
    <w:rsid w:val="00891D71"/>
    <w:rsid w:val="008E4F3E"/>
    <w:rsid w:val="00903937"/>
    <w:rsid w:val="00C95094"/>
    <w:rsid w:val="00CF1503"/>
    <w:rsid w:val="00D21656"/>
    <w:rsid w:val="00F033DB"/>
    <w:rsid w:val="00F2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2455FF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937"/>
    <w:pPr>
      <w:spacing w:after="200" w:line="276" w:lineRule="auto"/>
      <w:ind w:left="72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ueoutline">
    <w:name w:val="Blue outline"/>
    <w:basedOn w:val="Normal"/>
    <w:link w:val="BlueoutlineChar"/>
    <w:qFormat/>
    <w:rsid w:val="00903937"/>
    <w:pPr>
      <w:ind w:left="4320" w:firstLine="720"/>
    </w:pPr>
    <w:rPr>
      <w:b/>
      <w:caps/>
      <w:outline/>
      <w:color w:val="548DD4"/>
      <w:sz w:val="144"/>
      <w:szCs w:val="144"/>
      <w14:textOutline w14:w="9525" w14:cap="flat" w14:cmpd="sng" w14:algn="ctr">
        <w14:solidFill>
          <w14:srgbClr w14:val="548DD4"/>
        </w14:solidFill>
        <w14:prstDash w14:val="solid"/>
        <w14:round/>
      </w14:textOutline>
      <w14:textFill>
        <w14:noFill/>
      </w14:textFill>
    </w:rPr>
  </w:style>
  <w:style w:type="character" w:customStyle="1" w:styleId="BlueoutlineChar">
    <w:name w:val="Blue outline Char"/>
    <w:link w:val="Blueoutline"/>
    <w:rsid w:val="00903937"/>
    <w:rPr>
      <w:b/>
      <w:caps/>
      <w:outline/>
      <w:color w:val="548DD4"/>
      <w:sz w:val="144"/>
      <w:szCs w:val="144"/>
      <w14:textOutline w14:w="9525" w14:cap="flat" w14:cmpd="sng" w14:algn="ctr">
        <w14:solidFill>
          <w14:srgbClr w14:val="548DD4"/>
        </w14:solidFill>
        <w14:prstDash w14:val="solid"/>
        <w14:round/>
      </w14:textOutline>
      <w14:textFill>
        <w14:noFill/>
      </w14:textFill>
    </w:rPr>
  </w:style>
  <w:style w:type="paragraph" w:styleId="NoSpacing">
    <w:name w:val="No Spacing"/>
    <w:uiPriority w:val="1"/>
    <w:qFormat/>
    <w:rsid w:val="00564E3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51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1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937"/>
    <w:pPr>
      <w:spacing w:after="200" w:line="276" w:lineRule="auto"/>
      <w:ind w:left="72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ueoutline">
    <w:name w:val="Blue outline"/>
    <w:basedOn w:val="Normal"/>
    <w:link w:val="BlueoutlineChar"/>
    <w:qFormat/>
    <w:rsid w:val="00903937"/>
    <w:pPr>
      <w:ind w:left="4320" w:firstLine="720"/>
    </w:pPr>
    <w:rPr>
      <w:b/>
      <w:caps/>
      <w:outline/>
      <w:color w:val="548DD4"/>
      <w:sz w:val="144"/>
      <w:szCs w:val="144"/>
      <w14:textOutline w14:w="9525" w14:cap="flat" w14:cmpd="sng" w14:algn="ctr">
        <w14:solidFill>
          <w14:srgbClr w14:val="548DD4"/>
        </w14:solidFill>
        <w14:prstDash w14:val="solid"/>
        <w14:round/>
      </w14:textOutline>
      <w14:textFill>
        <w14:noFill/>
      </w14:textFill>
    </w:rPr>
  </w:style>
  <w:style w:type="character" w:customStyle="1" w:styleId="BlueoutlineChar">
    <w:name w:val="Blue outline Char"/>
    <w:link w:val="Blueoutline"/>
    <w:rsid w:val="00903937"/>
    <w:rPr>
      <w:b/>
      <w:caps/>
      <w:outline/>
      <w:color w:val="548DD4"/>
      <w:sz w:val="144"/>
      <w:szCs w:val="144"/>
      <w14:textOutline w14:w="9525" w14:cap="flat" w14:cmpd="sng" w14:algn="ctr">
        <w14:solidFill>
          <w14:srgbClr w14:val="548DD4"/>
        </w14:solidFill>
        <w14:prstDash w14:val="solid"/>
        <w14:round/>
      </w14:textOutline>
      <w14:textFill>
        <w14:noFill/>
      </w14:textFill>
    </w:rPr>
  </w:style>
  <w:style w:type="paragraph" w:styleId="NoSpacing">
    <w:name w:val="No Spacing"/>
    <w:uiPriority w:val="1"/>
    <w:qFormat/>
    <w:rsid w:val="00564E3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514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1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4" Type="http://schemas.openxmlformats.org/officeDocument/2006/relationships/numbering" Target="numbering.xml"/><Relationship Id="rId10" Type="http://schemas.openxmlformats.org/officeDocument/2006/relationships/fontTable" Target="fontTable.xml"/><Relationship Id="rId5" Type="http://schemas.openxmlformats.org/officeDocument/2006/relationships/styles" Target="styles.xml"/><Relationship Id="rId7" Type="http://schemas.openxmlformats.org/officeDocument/2006/relationships/settings" Target="settings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9" Type="http://schemas.openxmlformats.org/officeDocument/2006/relationships/image" Target="media/image2.png"/><Relationship Id="rId3" Type="http://schemas.openxmlformats.org/officeDocument/2006/relationships/customXml" Target="../customXml/item3.xml"/><Relationship Id="rId6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wkott:Downloads:Hot%20App%20Activity%20Shee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6DC2DC2-196C-4088-BC5B-CDF0BC091E7A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FED07AB1-D549-4BA9-912E-4EF2542797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8B1C4C-A441-4AB7-8772-F5DE73FCD7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Hot App Activity Sheet Template.dotx</Template>
  <TotalTime>3</TotalTime>
  <Pages>3</Pages>
  <Words>104</Words>
  <Characters>595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Kott</dc:creator>
  <cp:lastModifiedBy>William Kott</cp:lastModifiedBy>
  <cp:revision>2</cp:revision>
  <cp:lastPrinted>2011-10-18T13:17:00Z</cp:lastPrinted>
  <dcterms:created xsi:type="dcterms:W3CDTF">2011-10-18T13:16:00Z</dcterms:created>
  <dcterms:modified xsi:type="dcterms:W3CDTF">2011-10-18T15:12:00Z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TC300000809990</vt:lpwstr>
  </property>
</Properties>
</file>