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32FC9" w14:textId="77777777" w:rsidR="00C538AD" w:rsidRDefault="005244D5">
      <w:r>
        <w:rPr>
          <w:noProof/>
        </w:rPr>
        <mc:AlternateContent>
          <mc:Choice Requires="wps">
            <w:drawing>
              <wp:anchor distT="0" distB="0" distL="114300" distR="114300" simplePos="0" relativeHeight="251689998" behindDoc="0" locked="0" layoutInCell="1" allowOverlap="1" wp14:anchorId="5C2CF827" wp14:editId="4438CA9B">
                <wp:simplePos x="0" y="0"/>
                <wp:positionH relativeFrom="page">
                  <wp:posOffset>1743710</wp:posOffset>
                </wp:positionH>
                <wp:positionV relativeFrom="page">
                  <wp:posOffset>6591300</wp:posOffset>
                </wp:positionV>
                <wp:extent cx="4059555" cy="2781300"/>
                <wp:effectExtent l="0" t="0" r="0" b="12700"/>
                <wp:wrapThrough wrapText="bothSides">
                  <wp:wrapPolygon edited="0">
                    <wp:start x="135" y="0"/>
                    <wp:lineTo x="135" y="21501"/>
                    <wp:lineTo x="21353" y="21501"/>
                    <wp:lineTo x="21353" y="0"/>
                    <wp:lineTo x="135" y="0"/>
                  </wp:wrapPolygon>
                </wp:wrapThrough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84C223C" w14:textId="77777777" w:rsidR="005244D5" w:rsidRPr="00D11B34" w:rsidRDefault="005244D5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 w:rsidRPr="00D11B34">
                              <w:rPr>
                                <w:sz w:val="48"/>
                                <w:szCs w:val="48"/>
                              </w:rPr>
                              <w:t>Safe School</w:t>
                            </w:r>
                          </w:p>
                          <w:p w14:paraId="5BCA23D9" w14:textId="77777777" w:rsidR="005244D5" w:rsidRPr="00D11B34" w:rsidRDefault="005244D5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 w:rsidRPr="00D11B34">
                              <w:rPr>
                                <w:sz w:val="48"/>
                                <w:szCs w:val="48"/>
                              </w:rPr>
                              <w:t>Fun activities</w:t>
                            </w:r>
                          </w:p>
                          <w:p w14:paraId="74CE23AE" w14:textId="77777777" w:rsidR="005244D5" w:rsidRPr="00D11B34" w:rsidRDefault="005244D5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 w:rsidRPr="00D11B34">
                              <w:rPr>
                                <w:sz w:val="48"/>
                                <w:szCs w:val="48"/>
                              </w:rPr>
                              <w:t>Fundraisers to get kids involved!</w:t>
                            </w:r>
                          </w:p>
                          <w:p w14:paraId="233BC0F9" w14:textId="77777777" w:rsidR="005244D5" w:rsidRDefault="005244D5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 w:rsidRPr="00D11B34">
                              <w:rPr>
                                <w:sz w:val="48"/>
                                <w:szCs w:val="48"/>
                              </w:rPr>
                              <w:t>Creative assemblies!</w:t>
                            </w:r>
                          </w:p>
                          <w:p w14:paraId="4666E68D" w14:textId="77777777" w:rsidR="005244D5" w:rsidRDefault="005244D5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Bully Free Program</w:t>
                            </w:r>
                          </w:p>
                          <w:p w14:paraId="74A77DBF" w14:textId="77777777" w:rsidR="00111CF6" w:rsidRPr="00D11B34" w:rsidRDefault="00111CF6" w:rsidP="00D11B34">
                            <w:pPr>
                              <w:pStyle w:val="Heading2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Be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48"/>
                                <w:szCs w:val="48"/>
                              </w:rPr>
                              <w:t>st principle 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137.3pt;margin-top:519pt;width:319.65pt;height:219pt;z-index:2516899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" mv:complextextbox="1" filled="f" stroked="f">
                <v:textbox>
                  <w:txbxContent>
                    <w:p w14:paraId="384C223C" w14:textId="77777777" w:rsidR="005244D5" w:rsidRPr="00D11B34" w:rsidRDefault="005244D5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 w:rsidRPr="00D11B34">
                        <w:rPr>
                          <w:sz w:val="48"/>
                          <w:szCs w:val="48"/>
                        </w:rPr>
                        <w:t>Safe School</w:t>
                      </w:r>
                    </w:p>
                    <w:p w14:paraId="5BCA23D9" w14:textId="77777777" w:rsidR="005244D5" w:rsidRPr="00D11B34" w:rsidRDefault="005244D5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 w:rsidRPr="00D11B34">
                        <w:rPr>
                          <w:sz w:val="48"/>
                          <w:szCs w:val="48"/>
                        </w:rPr>
                        <w:t>Fun activities</w:t>
                      </w:r>
                    </w:p>
                    <w:p w14:paraId="74CE23AE" w14:textId="77777777" w:rsidR="005244D5" w:rsidRPr="00D11B34" w:rsidRDefault="005244D5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 w:rsidRPr="00D11B34">
                        <w:rPr>
                          <w:sz w:val="48"/>
                          <w:szCs w:val="48"/>
                        </w:rPr>
                        <w:t>Fundraisers to get kids involved!</w:t>
                      </w:r>
                    </w:p>
                    <w:p w14:paraId="233BC0F9" w14:textId="77777777" w:rsidR="005244D5" w:rsidRDefault="005244D5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 w:rsidRPr="00D11B34">
                        <w:rPr>
                          <w:sz w:val="48"/>
                          <w:szCs w:val="48"/>
                        </w:rPr>
                        <w:t>Creative assemblies!</w:t>
                      </w:r>
                    </w:p>
                    <w:p w14:paraId="4666E68D" w14:textId="77777777" w:rsidR="005244D5" w:rsidRDefault="005244D5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Bully Free Program</w:t>
                      </w:r>
                    </w:p>
                    <w:p w14:paraId="74A77DBF" w14:textId="77777777" w:rsidR="00111CF6" w:rsidRPr="00D11B34" w:rsidRDefault="00111CF6" w:rsidP="00D11B34">
                      <w:pPr>
                        <w:pStyle w:val="Heading2"/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Be</w:t>
                      </w:r>
                      <w:bookmarkStart w:id="1" w:name="_GoBack"/>
                      <w:bookmarkEnd w:id="1"/>
                      <w:r>
                        <w:rPr>
                          <w:sz w:val="48"/>
                          <w:szCs w:val="48"/>
                        </w:rPr>
                        <w:t>st principle Ever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18" behindDoc="0" locked="0" layoutInCell="1" allowOverlap="1" wp14:anchorId="51C17F5D" wp14:editId="073FF193">
                <wp:simplePos x="0" y="0"/>
                <wp:positionH relativeFrom="page">
                  <wp:posOffset>88900</wp:posOffset>
                </wp:positionH>
                <wp:positionV relativeFrom="page">
                  <wp:posOffset>127000</wp:posOffset>
                </wp:positionV>
                <wp:extent cx="38100" cy="9804400"/>
                <wp:effectExtent l="50800" t="25400" r="88900" b="762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980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flip:y;z-index:2516951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pt,10pt" to="10pt,78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" strokecolor="#fbc01e [3204]" strokeweight="2pt">
                <v:shadow on="t" opacity="24903f" mv:blur="40000f" origin=",.5" offset="0,20000emu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94" behindDoc="0" locked="0" layoutInCell="1" allowOverlap="1" wp14:anchorId="3B233F43" wp14:editId="523EC348">
                <wp:simplePos x="0" y="0"/>
                <wp:positionH relativeFrom="page">
                  <wp:posOffset>127000</wp:posOffset>
                </wp:positionH>
                <wp:positionV relativeFrom="page">
                  <wp:posOffset>9880600</wp:posOffset>
                </wp:positionV>
                <wp:extent cx="7518400" cy="50800"/>
                <wp:effectExtent l="50800" t="25400" r="76200" b="1016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0" cy="50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flip:x;z-index:25169409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0pt,778pt" to="602pt,78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" strokecolor="#fbc01e [3204]" strokeweight="2pt">
                <v:shadow on="t" opacity="24903f" mv:blur="40000f" origin=",.5" offset="0,20000emu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70" behindDoc="0" locked="0" layoutInCell="1" allowOverlap="1" wp14:anchorId="4CD6881B" wp14:editId="5D3063AD">
                <wp:simplePos x="0" y="0"/>
                <wp:positionH relativeFrom="page">
                  <wp:posOffset>7632700</wp:posOffset>
                </wp:positionH>
                <wp:positionV relativeFrom="page">
                  <wp:posOffset>241300</wp:posOffset>
                </wp:positionV>
                <wp:extent cx="38100" cy="9601200"/>
                <wp:effectExtent l="50800" t="25400" r="88900" b="762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9601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flip:x;z-index:2516930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01pt,19pt" to="604pt,7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" strokecolor="#fbc01e [3204]" strokeweight="2pt">
                <v:shadow on="t" opacity="24903f" mv:blur="40000f" origin=",.5" offset="0,20000emu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46" behindDoc="0" locked="0" layoutInCell="1" allowOverlap="1" wp14:anchorId="246CC4F5" wp14:editId="7BCCAE10">
                <wp:simplePos x="0" y="0"/>
                <wp:positionH relativeFrom="page">
                  <wp:posOffset>368300</wp:posOffset>
                </wp:positionH>
                <wp:positionV relativeFrom="page">
                  <wp:posOffset>165100</wp:posOffset>
                </wp:positionV>
                <wp:extent cx="7327900" cy="38100"/>
                <wp:effectExtent l="50800" t="25400" r="63500" b="889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79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920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9pt,13pt" to="606pt,1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" strokecolor="#fbc01e [3204]" strokeweight="2pt">
                <v:shadow on="t" opacity="24903f" mv:blur="40000f" origin=",.5" offset="0,20000emu"/>
                <w10:wrap anchorx="page" anchory="page"/>
              </v:line>
            </w:pict>
          </mc:Fallback>
        </mc:AlternateContent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91022" behindDoc="0" locked="0" layoutInCell="1" allowOverlap="1" wp14:anchorId="763E8B74" wp14:editId="5878D3DB">
                <wp:simplePos x="0" y="0"/>
                <wp:positionH relativeFrom="page">
                  <wp:posOffset>2946400</wp:posOffset>
                </wp:positionH>
                <wp:positionV relativeFrom="page">
                  <wp:posOffset>2578100</wp:posOffset>
                </wp:positionV>
                <wp:extent cx="1612900" cy="190500"/>
                <wp:effectExtent l="50800" t="101600" r="0" b="889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290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232pt;margin-top:203pt;width:127pt;height:15pt;flip:y;z-index:25169102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" strokecolor="#7e13e3 [3209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87950" behindDoc="0" locked="0" layoutInCell="1" allowOverlap="1" wp14:anchorId="2E6455FF" wp14:editId="5A43DE85">
                <wp:simplePos x="0" y="0"/>
                <wp:positionH relativeFrom="page">
                  <wp:posOffset>939800</wp:posOffset>
                </wp:positionH>
                <wp:positionV relativeFrom="page">
                  <wp:posOffset>5346700</wp:posOffset>
                </wp:positionV>
                <wp:extent cx="5152390" cy="670560"/>
                <wp:effectExtent l="0" t="0" r="0" b="0"/>
                <wp:wrapThrough wrapText="bothSides">
                  <wp:wrapPolygon edited="0">
                    <wp:start x="91" y="0"/>
                    <wp:lineTo x="91" y="20459"/>
                    <wp:lineTo x="21412" y="20459"/>
                    <wp:lineTo x="21412" y="0"/>
                    <wp:lineTo x="91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3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E50F97E" w14:textId="39219F50" w:rsidR="005244D5" w:rsidRPr="00D11B34" w:rsidRDefault="005244D5" w:rsidP="00D11B34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11B34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Good things </w:t>
                            </w:r>
                            <w:r w:rsidRPr="00D11B34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abo</w:t>
                            </w:r>
                            <w:r w:rsidR="00F7123F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</w:t>
                            </w:r>
                            <w:r w:rsidRPr="00D11B34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 blue Bell</w:t>
                            </w:r>
                          </w:p>
                          <w:p w14:paraId="0380472B" w14:textId="77777777" w:rsidR="005244D5" w:rsidRDefault="005244D5" w:rsidP="00D11B3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74pt;margin-top:421pt;width:405.7pt;height:52.8pt;z-index:25168795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" mv:complextextbox="1" filled="f" stroked="f">
                <v:textbox style="mso-fit-shape-to-text:t">
                  <w:txbxContent>
                    <w:p w14:paraId="7E50F97E" w14:textId="39219F50" w:rsidR="005244D5" w:rsidRPr="00D11B34" w:rsidRDefault="005244D5" w:rsidP="00D11B34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11B34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Good things </w:t>
                      </w:r>
                      <w:r w:rsidRPr="00D11B34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abo</w:t>
                      </w:r>
                      <w:r w:rsidR="00F7123F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</w:t>
                      </w:r>
                      <w:r w:rsidRPr="00D11B34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 blue Bell</w:t>
                      </w:r>
                    </w:p>
                    <w:p w14:paraId="0380472B" w14:textId="77777777" w:rsidR="005244D5" w:rsidRDefault="005244D5" w:rsidP="00D11B34"/>
                  </w:txbxContent>
                </v:textbox>
                <w10:wrap type="through" anchorx="page" anchory="page"/>
              </v:shape>
            </w:pict>
          </mc:Fallback>
        </mc:AlternateContent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85902" behindDoc="0" locked="0" layoutInCell="1" allowOverlap="1" wp14:anchorId="78BC67B5" wp14:editId="6EE39153">
                <wp:simplePos x="0" y="0"/>
                <wp:positionH relativeFrom="page">
                  <wp:posOffset>764540</wp:posOffset>
                </wp:positionH>
                <wp:positionV relativeFrom="page">
                  <wp:posOffset>2272665</wp:posOffset>
                </wp:positionV>
                <wp:extent cx="2273300" cy="1524000"/>
                <wp:effectExtent l="0" t="0" r="0" b="0"/>
                <wp:wrapThrough wrapText="bothSides">
                  <wp:wrapPolygon edited="0">
                    <wp:start x="241" y="0"/>
                    <wp:lineTo x="241" y="21240"/>
                    <wp:lineTo x="20997" y="21240"/>
                    <wp:lineTo x="20997" y="0"/>
                    <wp:lineTo x="241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7085A" w14:textId="77777777" w:rsidR="005244D5" w:rsidRPr="00D11B34" w:rsidRDefault="005244D5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D11B34">
                              <w:rPr>
                                <w:sz w:val="52"/>
                                <w:szCs w:val="52"/>
                              </w:rPr>
                              <w:t>Learn from the best school in town!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8" type="#_x0000_t202" style="position:absolute;margin-left:60.2pt;margin-top:178.95pt;width:179pt;height:120pt;z-index:25168590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" mv:complextextbox="1" filled="f" stroked="f">
                <v:textbox>
                  <w:txbxContent>
                    <w:p w14:paraId="7F27085A" w14:textId="77777777" w:rsidR="005244D5" w:rsidRPr="00D11B34" w:rsidRDefault="005244D5">
                      <w:pPr>
                        <w:rPr>
                          <w:sz w:val="52"/>
                          <w:szCs w:val="52"/>
                        </w:rPr>
                      </w:pPr>
                      <w:r w:rsidRPr="00D11B34">
                        <w:rPr>
                          <w:sz w:val="52"/>
                          <w:szCs w:val="52"/>
                        </w:rPr>
                        <w:t>Learn from the best school in town!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82830" behindDoc="0" locked="0" layoutInCell="1" allowOverlap="1" wp14:anchorId="2B4AFFAF" wp14:editId="773FB104">
                <wp:simplePos x="0" y="0"/>
                <wp:positionH relativeFrom="page">
                  <wp:posOffset>4089400</wp:posOffset>
                </wp:positionH>
                <wp:positionV relativeFrom="page">
                  <wp:posOffset>3701415</wp:posOffset>
                </wp:positionV>
                <wp:extent cx="863600" cy="565785"/>
                <wp:effectExtent l="50800" t="50800" r="76200" b="9461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600" cy="5657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322pt;margin-top:291.45pt;width:68pt;height:44.55pt;flip:y;z-index:2516828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" strokecolor="#be0204 [3207]" strokeweight="2pt">
                <v:stroke endarrow="open"/>
                <v:shadow on="t" opacity="24903f" mv:blur="40000f" origin=",.5" offset="0,20000emu"/>
                <w10:wrap anchorx="page" anchory="page"/>
              </v:shape>
            </w:pict>
          </mc:Fallback>
        </mc:AlternateContent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84878" behindDoc="0" locked="0" layoutInCell="1" allowOverlap="1" wp14:anchorId="6176DB7D" wp14:editId="27CF4020">
                <wp:simplePos x="0" y="0"/>
                <wp:positionH relativeFrom="page">
                  <wp:posOffset>274320</wp:posOffset>
                </wp:positionH>
                <wp:positionV relativeFrom="page">
                  <wp:posOffset>4076700</wp:posOffset>
                </wp:positionV>
                <wp:extent cx="6457315" cy="661035"/>
                <wp:effectExtent l="0" t="0" r="0" b="0"/>
                <wp:wrapThrough wrapText="bothSides">
                  <wp:wrapPolygon edited="0">
                    <wp:start x="85" y="0"/>
                    <wp:lineTo x="85" y="20749"/>
                    <wp:lineTo x="21411" y="20749"/>
                    <wp:lineTo x="21411" y="0"/>
                    <wp:lineTo x="85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315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06C6394" w14:textId="77777777" w:rsidR="005244D5" w:rsidRDefault="005244D5">
                            <w:r>
                              <w:rPr>
                                <w:b/>
                                <w:noProof/>
                                <w:color w:val="76B6F2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Become  a learning bobcat!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21.6pt;margin-top:321pt;width:508.45pt;height:52.05pt;z-index:2516848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" mv:complextextbox="1" filled="f" stroked="f">
                <v:textbox style="mso-fit-shape-to-text:t">
                  <w:txbxContent>
                    <w:p w14:paraId="206C6394" w14:textId="77777777" w:rsidR="005244D5" w:rsidRDefault="005244D5">
                      <w:r>
                        <w:rPr>
                          <w:b/>
                          <w:noProof/>
                          <w:color w:val="76B6F2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Become  a learning bobcat!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11B34">
        <w:rPr>
          <w:noProof/>
        </w:rPr>
        <w:drawing>
          <wp:anchor distT="0" distB="0" distL="114300" distR="114300" simplePos="0" relativeHeight="251681806" behindDoc="0" locked="0" layoutInCell="1" allowOverlap="1" wp14:anchorId="54DBCCD0" wp14:editId="0F4D2274">
            <wp:simplePos x="0" y="0"/>
            <wp:positionH relativeFrom="page">
              <wp:posOffset>4749800</wp:posOffset>
            </wp:positionH>
            <wp:positionV relativeFrom="page">
              <wp:posOffset>1206500</wp:posOffset>
            </wp:positionV>
            <wp:extent cx="2577465" cy="2590165"/>
            <wp:effectExtent l="0" t="0" r="0" b="635"/>
            <wp:wrapThrough wrapText="bothSides">
              <wp:wrapPolygon edited="0">
                <wp:start x="0" y="0"/>
                <wp:lineTo x="0" y="21393"/>
                <wp:lineTo x="21286" y="21393"/>
                <wp:lineTo x="21286" y="0"/>
                <wp:lineTo x="0" y="0"/>
              </wp:wrapPolygon>
            </wp:wrapThrough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25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B34">
        <w:rPr>
          <w:noProof/>
        </w:rPr>
        <mc:AlternateContent>
          <mc:Choice Requires="wps">
            <w:drawing>
              <wp:anchor distT="0" distB="0" distL="114300" distR="114300" simplePos="0" relativeHeight="251679758" behindDoc="0" locked="0" layoutInCell="1" allowOverlap="1" wp14:anchorId="1D2F7C48" wp14:editId="41BF9C37">
                <wp:simplePos x="0" y="0"/>
                <wp:positionH relativeFrom="page">
                  <wp:posOffset>309245</wp:posOffset>
                </wp:positionH>
                <wp:positionV relativeFrom="page">
                  <wp:posOffset>875665</wp:posOffset>
                </wp:positionV>
                <wp:extent cx="5452745" cy="903605"/>
                <wp:effectExtent l="0" t="533400" r="0" b="518795"/>
                <wp:wrapThrough wrapText="bothSides">
                  <wp:wrapPolygon edited="0">
                    <wp:start x="20711" y="-1168"/>
                    <wp:lineTo x="12879" y="-9456"/>
                    <wp:lineTo x="12561" y="67"/>
                    <wp:lineTo x="4769" y="-9412"/>
                    <wp:lineTo x="4451" y="111"/>
                    <wp:lineTo x="407" y="-4808"/>
                    <wp:lineTo x="89" y="4715"/>
                    <wp:lineTo x="65" y="20790"/>
                    <wp:lineTo x="854" y="21750"/>
                    <wp:lineTo x="992" y="20679"/>
                    <wp:lineTo x="5097" y="20717"/>
                    <wp:lineTo x="13207" y="20673"/>
                    <wp:lineTo x="21218" y="20508"/>
                    <wp:lineTo x="21418" y="11460"/>
                    <wp:lineTo x="21636" y="8009"/>
                    <wp:lineTo x="21500" y="-208"/>
                    <wp:lineTo x="20711" y="-1168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6161">
                          <a:off x="0" y="0"/>
                          <a:ext cx="5452745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8E043F8" w14:textId="77777777" w:rsidR="005244D5" w:rsidRPr="00D11B34" w:rsidRDefault="005244D5" w:rsidP="00D11B34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11B34"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Big Bell Blue Bell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0" type="#_x0000_t202" style="position:absolute;margin-left:24.35pt;margin-top:68.95pt;width:429.35pt;height:71.15pt;rotation:-746935fd;z-index:25167975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" mv:complextextbox="1" filled="f" stroked="f">
                <v:textbox style="mso-fit-shape-to-text:t">
                  <w:txbxContent>
                    <w:p w14:paraId="58E043F8" w14:textId="77777777" w:rsidR="005244D5" w:rsidRPr="00D11B34" w:rsidRDefault="005244D5" w:rsidP="00D11B34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D11B34">
                        <w:rPr>
                          <w:b/>
                          <w:noProof/>
                          <w:sz w:val="96"/>
                          <w:szCs w:val="9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Big Bell Blue Bell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905A0">
        <w:rPr>
          <w:noProof/>
        </w:rPr>
        <mc:AlternateContent>
          <mc:Choice Requires="wps">
            <w:drawing>
              <wp:anchor distT="0" distB="0" distL="114300" distR="114300" simplePos="0" relativeHeight="251677710" behindDoc="0" locked="0" layoutInCell="1" allowOverlap="1" wp14:anchorId="6ED8BD73" wp14:editId="0BE8CBF5">
                <wp:simplePos x="5486400" y="8229600"/>
                <wp:positionH relativeFrom="page">
                  <wp:posOffset>1591945</wp:posOffset>
                </wp:positionH>
                <wp:positionV relativeFrom="page">
                  <wp:posOffset>6438900</wp:posOffset>
                </wp:positionV>
                <wp:extent cx="4051300" cy="1943100"/>
                <wp:effectExtent l="25400" t="127000" r="12700" b="139700"/>
                <wp:wrapTight wrapText="bothSides">
                  <wp:wrapPolygon edited="0">
                    <wp:start x="18907" y="-369"/>
                    <wp:lineTo x="238" y="-2261"/>
                    <wp:lineTo x="197" y="21499"/>
                    <wp:lineTo x="1549" y="21677"/>
                    <wp:lineTo x="9422" y="21582"/>
                    <wp:lineTo x="21283" y="19748"/>
                    <wp:lineTo x="21317" y="18621"/>
                    <wp:lineTo x="21339" y="-49"/>
                    <wp:lineTo x="18907" y="-369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83244">
                          <a:off x="0" y="0"/>
                          <a:ext cx="40513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A78C4" w14:textId="77777777" w:rsidR="005244D5" w:rsidRDefault="005244D5" w:rsidP="00A746BA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25.35pt;margin-top:507pt;width:319pt;height:153pt;rotation:-236755fd;z-index:2516777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" mv:complextextbox="1" filled="f" stroked="f">
                <v:textbox>
                  <w:txbxContent>
                    <w:p w14:paraId="3EFA78C4" w14:textId="77777777" w:rsidR="005244D5" w:rsidRDefault="005244D5" w:rsidP="00A746BA">
                      <w:pPr>
                        <w:pStyle w:val="Heading2"/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  <w:t>-</w:t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  <w:r w:rsidR="00111CF6">
        <w:noBreakHyphen/>
      </w:r>
    </w:p>
    <w:sectPr w:rsidR="00C538AD" w:rsidSect="005244D5">
      <w:headerReference w:type="default" r:id="rId9"/>
      <w:pgSz w:w="12240" w:h="15840"/>
      <w:pgMar w:top="648" w:right="432" w:bottom="432" w:left="432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65D86" w14:textId="77777777" w:rsidR="001B17C0" w:rsidRDefault="001B17C0">
      <w:r>
        <w:separator/>
      </w:r>
    </w:p>
  </w:endnote>
  <w:endnote w:type="continuationSeparator" w:id="0">
    <w:p w14:paraId="1A0CBE8E" w14:textId="77777777" w:rsidR="001B17C0" w:rsidRDefault="001B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HG創英角ｺﾞｼｯｸUB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2E33A" w14:textId="77777777" w:rsidR="001B17C0" w:rsidRDefault="001B17C0">
      <w:r>
        <w:separator/>
      </w:r>
    </w:p>
  </w:footnote>
  <w:footnote w:type="continuationSeparator" w:id="0">
    <w:p w14:paraId="72FC661A" w14:textId="77777777" w:rsidR="001B17C0" w:rsidRDefault="001B17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28D3A" w14:textId="77777777" w:rsidR="005244D5" w:rsidRDefault="005244D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3514B1" wp14:editId="18679588">
              <wp:simplePos x="0" y="0"/>
              <wp:positionH relativeFrom="page">
                <wp:posOffset>274320</wp:posOffset>
              </wp:positionH>
              <wp:positionV relativeFrom="page">
                <wp:posOffset>274320</wp:posOffset>
              </wp:positionV>
              <wp:extent cx="7223760" cy="9509760"/>
              <wp:effectExtent l="0" t="0" r="0" b="0"/>
              <wp:wrapTight wrapText="bothSides">
                <wp:wrapPolygon edited="0">
                  <wp:start x="-28" y="0"/>
                  <wp:lineTo x="-28" y="21555"/>
                  <wp:lineTo x="21600" y="21555"/>
                  <wp:lineTo x="21600" y="0"/>
                  <wp:lineTo x="-28" y="0"/>
                </wp:wrapPolygon>
              </wp:wrapTight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23760" cy="950976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8D800"/>
                          </a:gs>
                          <a:gs pos="100000">
                            <a:srgbClr val="D16D0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21.6pt;margin-top:21.6pt;width:568.8pt;height:748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" o:allowincell="f" fillcolor="#f8d800" stroked="f">
              <v:fill color2="#d16d00" rotate="t" focus="100%" type="gradient"/>
              <w10:wrap type="tight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7E4B"/>
    <w:multiLevelType w:val="hybridMultilevel"/>
    <w:tmpl w:val="CED0B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6129F"/>
    <w:multiLevelType w:val="hybridMultilevel"/>
    <w:tmpl w:val="FF64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0"/>
    <w:docVar w:name="ShowMarginGuides" w:val="0"/>
    <w:docVar w:name="ShowOutlines" w:val="0"/>
    <w:docVar w:name="ShowStaticGuides" w:val="0"/>
  </w:docVars>
  <w:rsids>
    <w:rsidRoot w:val="00D11B34"/>
    <w:rsid w:val="000E2674"/>
    <w:rsid w:val="00111CF6"/>
    <w:rsid w:val="001B17C0"/>
    <w:rsid w:val="00261390"/>
    <w:rsid w:val="00266CBD"/>
    <w:rsid w:val="002C09E7"/>
    <w:rsid w:val="002E71D6"/>
    <w:rsid w:val="00317DDD"/>
    <w:rsid w:val="004B73DD"/>
    <w:rsid w:val="004F725F"/>
    <w:rsid w:val="005244D5"/>
    <w:rsid w:val="005B20CF"/>
    <w:rsid w:val="006A1B11"/>
    <w:rsid w:val="006D520C"/>
    <w:rsid w:val="00820F1A"/>
    <w:rsid w:val="00856D96"/>
    <w:rsid w:val="00983C4E"/>
    <w:rsid w:val="009905A0"/>
    <w:rsid w:val="00A25CEB"/>
    <w:rsid w:val="00A746BA"/>
    <w:rsid w:val="00A81E4F"/>
    <w:rsid w:val="00BF5D48"/>
    <w:rsid w:val="00C21D69"/>
    <w:rsid w:val="00C538AD"/>
    <w:rsid w:val="00C97CEC"/>
    <w:rsid w:val="00CB23AD"/>
    <w:rsid w:val="00D06204"/>
    <w:rsid w:val="00D11B34"/>
    <w:rsid w:val="00D44816"/>
    <w:rsid w:val="00DC3D98"/>
    <w:rsid w:val="00DF45F7"/>
    <w:rsid w:val="00DF4DF1"/>
    <w:rsid w:val="00E5029D"/>
    <w:rsid w:val="00F71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A80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46BA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color w:val="263B86" w:themeColor="text2"/>
      <w:sz w:val="12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746BA"/>
    <w:pPr>
      <w:keepNext/>
      <w:keepLines/>
      <w:jc w:val="center"/>
      <w:outlineLvl w:val="1"/>
    </w:pPr>
    <w:rPr>
      <w:rFonts w:asciiTheme="majorHAnsi" w:eastAsiaTheme="majorEastAsia" w:hAnsiTheme="majorHAnsi" w:cstheme="majorBidi"/>
      <w:b/>
      <w:bCs/>
      <w:color w:val="76B6F2" w:themeColor="background2"/>
      <w:sz w:val="3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905A0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  <w:bCs/>
      <w:color w:val="263B86" w:themeColor="text2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538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38AD"/>
  </w:style>
  <w:style w:type="paragraph" w:styleId="Footer">
    <w:name w:val="footer"/>
    <w:basedOn w:val="Normal"/>
    <w:link w:val="FooterChar"/>
    <w:unhideWhenUsed/>
    <w:rsid w:val="00C538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38AD"/>
  </w:style>
  <w:style w:type="paragraph" w:styleId="BalloonText">
    <w:name w:val="Balloon Text"/>
    <w:basedOn w:val="Normal"/>
    <w:link w:val="BalloonTextChar"/>
    <w:semiHidden/>
    <w:unhideWhenUsed/>
    <w:rsid w:val="00C53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538A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46BA"/>
    <w:rPr>
      <w:rFonts w:asciiTheme="majorHAnsi" w:eastAsiaTheme="majorEastAsia" w:hAnsiTheme="majorHAnsi" w:cstheme="majorBidi"/>
      <w:b/>
      <w:bCs/>
      <w:color w:val="263B86" w:themeColor="text2"/>
      <w:sz w:val="1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46BA"/>
    <w:rPr>
      <w:rFonts w:asciiTheme="majorHAnsi" w:eastAsiaTheme="majorEastAsia" w:hAnsiTheme="majorHAnsi" w:cstheme="majorBidi"/>
      <w:b/>
      <w:bCs/>
      <w:color w:val="76B6F2" w:themeColor="background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05A0"/>
    <w:rPr>
      <w:rFonts w:asciiTheme="majorHAnsi" w:eastAsiaTheme="majorEastAsia" w:hAnsiTheme="majorHAnsi" w:cstheme="majorBidi"/>
      <w:b/>
      <w:bCs/>
      <w:color w:val="263B86" w:themeColor="text2"/>
      <w:sz w:val="48"/>
    </w:rPr>
  </w:style>
  <w:style w:type="paragraph" w:styleId="ListParagraph">
    <w:name w:val="List Paragraph"/>
    <w:basedOn w:val="Normal"/>
    <w:uiPriority w:val="34"/>
    <w:qFormat/>
    <w:rsid w:val="00D11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46BA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color w:val="263B86" w:themeColor="text2"/>
      <w:sz w:val="12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746BA"/>
    <w:pPr>
      <w:keepNext/>
      <w:keepLines/>
      <w:jc w:val="center"/>
      <w:outlineLvl w:val="1"/>
    </w:pPr>
    <w:rPr>
      <w:rFonts w:asciiTheme="majorHAnsi" w:eastAsiaTheme="majorEastAsia" w:hAnsiTheme="majorHAnsi" w:cstheme="majorBidi"/>
      <w:b/>
      <w:bCs/>
      <w:color w:val="76B6F2" w:themeColor="background2"/>
      <w:sz w:val="3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905A0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  <w:bCs/>
      <w:color w:val="263B86" w:themeColor="text2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538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38AD"/>
  </w:style>
  <w:style w:type="paragraph" w:styleId="Footer">
    <w:name w:val="footer"/>
    <w:basedOn w:val="Normal"/>
    <w:link w:val="FooterChar"/>
    <w:unhideWhenUsed/>
    <w:rsid w:val="00C538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38AD"/>
  </w:style>
  <w:style w:type="paragraph" w:styleId="BalloonText">
    <w:name w:val="Balloon Text"/>
    <w:basedOn w:val="Normal"/>
    <w:link w:val="BalloonTextChar"/>
    <w:semiHidden/>
    <w:unhideWhenUsed/>
    <w:rsid w:val="00C53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538A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46BA"/>
    <w:rPr>
      <w:rFonts w:asciiTheme="majorHAnsi" w:eastAsiaTheme="majorEastAsia" w:hAnsiTheme="majorHAnsi" w:cstheme="majorBidi"/>
      <w:b/>
      <w:bCs/>
      <w:color w:val="263B86" w:themeColor="text2"/>
      <w:sz w:val="1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46BA"/>
    <w:rPr>
      <w:rFonts w:asciiTheme="majorHAnsi" w:eastAsiaTheme="majorEastAsia" w:hAnsiTheme="majorHAnsi" w:cstheme="majorBidi"/>
      <w:b/>
      <w:bCs/>
      <w:color w:val="76B6F2" w:themeColor="background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05A0"/>
    <w:rPr>
      <w:rFonts w:asciiTheme="majorHAnsi" w:eastAsiaTheme="majorEastAsia" w:hAnsiTheme="majorHAnsi" w:cstheme="majorBidi"/>
      <w:b/>
      <w:bCs/>
      <w:color w:val="263B86" w:themeColor="text2"/>
      <w:sz w:val="48"/>
    </w:rPr>
  </w:style>
  <w:style w:type="paragraph" w:styleId="ListParagraph">
    <w:name w:val="List Paragraph"/>
    <w:basedOn w:val="Normal"/>
    <w:uiPriority w:val="34"/>
    <w:qFormat/>
    <w:rsid w:val="00D1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Flyers:Lost%20or%20Found%20Flyer.dotx" TargetMode="External"/></Relationships>
</file>

<file path=word/theme/theme1.xml><?xml version="1.0" encoding="utf-8"?>
<a:theme xmlns:a="http://schemas.openxmlformats.org/drawingml/2006/main" name="Office Theme">
  <a:themeElements>
    <a:clrScheme name="Expo">
      <a:dk1>
        <a:sysClr val="windowText" lastClr="000000"/>
      </a:dk1>
      <a:lt1>
        <a:sysClr val="window" lastClr="FFFFFF"/>
      </a:lt1>
      <a:dk2>
        <a:srgbClr val="263B86"/>
      </a:dk2>
      <a:lt2>
        <a:srgbClr val="76B6F2"/>
      </a:lt2>
      <a:accent1>
        <a:srgbClr val="FBC01E"/>
      </a:accent1>
      <a:accent2>
        <a:srgbClr val="EFE1A2"/>
      </a:accent2>
      <a:accent3>
        <a:srgbClr val="FA8716"/>
      </a:accent3>
      <a:accent4>
        <a:srgbClr val="BE0204"/>
      </a:accent4>
      <a:accent5>
        <a:srgbClr val="640F10"/>
      </a:accent5>
      <a:accent6>
        <a:srgbClr val="7E13E3"/>
      </a:accent6>
      <a:hlink>
        <a:srgbClr val="D2D200"/>
      </a:hlink>
      <a:folHlink>
        <a:srgbClr val="D0B9F8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Lost or Found Flyer.dotx</Template>
  <TotalTime>23</TotalTime>
  <Pages>1</Pages>
  <Words>4</Words>
  <Characters>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SAMMON, GRACE</dc:creator>
  <cp:keywords/>
  <dc:description/>
  <cp:lastModifiedBy>SAMMON, GRACE</cp:lastModifiedBy>
  <cp:revision>3</cp:revision>
  <cp:lastPrinted>2012-02-02T16:51:00Z</cp:lastPrinted>
  <dcterms:created xsi:type="dcterms:W3CDTF">2012-02-02T16:14:00Z</dcterms:created>
  <dcterms:modified xsi:type="dcterms:W3CDTF">2012-02-02T16:51:00Z</dcterms:modified>
  <cp:category/>
</cp:coreProperties>
</file>